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35000" w14:textId="77777777" w:rsidR="00CC65C6" w:rsidRPr="0046304A" w:rsidRDefault="00CA7433" w:rsidP="009578CD">
      <w:pPr>
        <w:spacing w:line="240" w:lineRule="auto"/>
        <w:ind w:left="9781" w:right="249"/>
        <w:jc w:val="left"/>
        <w:rPr>
          <w:sz w:val="28"/>
          <w:szCs w:val="28"/>
        </w:rPr>
      </w:pPr>
      <w:r w:rsidRPr="0046304A">
        <w:rPr>
          <w:sz w:val="28"/>
          <w:szCs w:val="28"/>
        </w:rPr>
        <w:t xml:space="preserve">Додаток 1 </w:t>
      </w:r>
    </w:p>
    <w:p w14:paraId="3050E0D9" w14:textId="77777777" w:rsidR="009578CD" w:rsidRPr="0046304A" w:rsidRDefault="00CA7433" w:rsidP="009578CD">
      <w:pPr>
        <w:spacing w:line="240" w:lineRule="auto"/>
        <w:ind w:left="9781" w:right="249"/>
        <w:jc w:val="left"/>
        <w:rPr>
          <w:sz w:val="28"/>
          <w:szCs w:val="28"/>
        </w:rPr>
      </w:pPr>
      <w:r w:rsidRPr="0046304A">
        <w:rPr>
          <w:sz w:val="28"/>
          <w:szCs w:val="28"/>
        </w:rPr>
        <w:t>до розпорядження начальника</w:t>
      </w:r>
    </w:p>
    <w:p w14:paraId="29CEBE4C" w14:textId="77777777" w:rsidR="00CC65C6" w:rsidRPr="0046304A" w:rsidRDefault="00CA7433" w:rsidP="009578CD">
      <w:pPr>
        <w:spacing w:line="240" w:lineRule="auto"/>
        <w:ind w:left="9781" w:right="249"/>
        <w:jc w:val="left"/>
        <w:rPr>
          <w:sz w:val="28"/>
          <w:szCs w:val="28"/>
        </w:rPr>
      </w:pPr>
      <w:r w:rsidRPr="0046304A">
        <w:rPr>
          <w:sz w:val="28"/>
          <w:szCs w:val="28"/>
        </w:rPr>
        <w:t xml:space="preserve">обласної військової адміністрації </w:t>
      </w:r>
    </w:p>
    <w:p w14:paraId="7B673ECD" w14:textId="77777777" w:rsidR="00CC65C6" w:rsidRPr="0046304A" w:rsidRDefault="00CA7433" w:rsidP="009578CD">
      <w:pPr>
        <w:pStyle w:val="25"/>
        <w:shd w:val="clear" w:color="auto" w:fill="auto"/>
        <w:spacing w:after="0" w:line="240" w:lineRule="auto"/>
        <w:ind w:left="9781"/>
      </w:pPr>
      <w:r w:rsidRPr="0046304A">
        <w:t xml:space="preserve">від 28.04.2023 №269/0/5-23ВА </w:t>
      </w:r>
    </w:p>
    <w:p w14:paraId="42E12C78" w14:textId="77777777" w:rsidR="00CC65C6" w:rsidRPr="0046304A" w:rsidRDefault="00CA7433" w:rsidP="009578CD">
      <w:pPr>
        <w:pStyle w:val="25"/>
        <w:shd w:val="clear" w:color="auto" w:fill="auto"/>
        <w:spacing w:after="0" w:line="240" w:lineRule="auto"/>
        <w:ind w:left="9781"/>
      </w:pPr>
      <w:r w:rsidRPr="0046304A">
        <w:t>(у редакції розпорядження начальника обласної військової адміністрації</w:t>
      </w:r>
    </w:p>
    <w:p w14:paraId="5373C3F2" w14:textId="621F2722" w:rsidR="00CC65C6" w:rsidRPr="0046304A" w:rsidRDefault="00CA7433" w:rsidP="009578CD">
      <w:pPr>
        <w:spacing w:line="240" w:lineRule="auto"/>
        <w:ind w:left="9781"/>
        <w:rPr>
          <w:sz w:val="28"/>
          <w:szCs w:val="28"/>
        </w:rPr>
      </w:pPr>
      <w:r w:rsidRPr="0046304A">
        <w:rPr>
          <w:sz w:val="28"/>
          <w:szCs w:val="28"/>
        </w:rPr>
        <w:t xml:space="preserve">від </w:t>
      </w:r>
      <w:r w:rsidR="004742CB" w:rsidRPr="0046304A">
        <w:rPr>
          <w:sz w:val="28"/>
          <w:szCs w:val="28"/>
        </w:rPr>
        <w:t>___________</w:t>
      </w:r>
      <w:r w:rsidR="00077930" w:rsidRPr="0046304A">
        <w:rPr>
          <w:sz w:val="28"/>
          <w:szCs w:val="28"/>
        </w:rPr>
        <w:t xml:space="preserve"> № </w:t>
      </w:r>
      <w:r w:rsidR="004742CB" w:rsidRPr="0046304A">
        <w:rPr>
          <w:sz w:val="28"/>
          <w:szCs w:val="28"/>
        </w:rPr>
        <w:t>__________</w:t>
      </w:r>
      <w:r w:rsidRPr="0046304A">
        <w:rPr>
          <w:sz w:val="28"/>
          <w:szCs w:val="28"/>
        </w:rPr>
        <w:t>)</w:t>
      </w:r>
    </w:p>
    <w:p w14:paraId="1B30F847" w14:textId="77777777" w:rsidR="00CC65C6" w:rsidRPr="0046304A" w:rsidRDefault="00CC65C6" w:rsidP="009578CD">
      <w:pPr>
        <w:pStyle w:val="25"/>
        <w:shd w:val="clear" w:color="auto" w:fill="auto"/>
        <w:spacing w:after="0" w:line="240" w:lineRule="auto"/>
        <w:ind w:left="9781"/>
      </w:pPr>
    </w:p>
    <w:p w14:paraId="40B17BB5" w14:textId="77777777" w:rsidR="00CC65C6" w:rsidRPr="0046304A" w:rsidRDefault="00CC65C6">
      <w:pPr>
        <w:pStyle w:val="25"/>
        <w:shd w:val="clear" w:color="auto" w:fill="auto"/>
        <w:spacing w:after="0" w:line="240" w:lineRule="auto"/>
        <w:ind w:left="5103"/>
      </w:pPr>
    </w:p>
    <w:p w14:paraId="73E3A644" w14:textId="77777777" w:rsidR="00CC65C6" w:rsidRPr="0046304A" w:rsidRDefault="00CA7433">
      <w:pPr>
        <w:pStyle w:val="aff1"/>
        <w:spacing w:before="0" w:after="0"/>
        <w:ind w:right="57"/>
        <w:rPr>
          <w:rFonts w:ascii="Times New Roman" w:hAnsi="Times New Roman" w:cs="Times New Roman"/>
          <w:bCs/>
          <w:sz w:val="28"/>
          <w:szCs w:val="28"/>
        </w:rPr>
      </w:pPr>
      <w:r w:rsidRPr="0046304A">
        <w:rPr>
          <w:rFonts w:ascii="Times New Roman" w:hAnsi="Times New Roman" w:cs="Times New Roman"/>
          <w:sz w:val="28"/>
          <w:szCs w:val="28"/>
        </w:rPr>
        <w:t>ПЕРЕЛІК</w:t>
      </w:r>
      <w:r w:rsidRPr="0046304A">
        <w:rPr>
          <w:rFonts w:ascii="Times New Roman" w:hAnsi="Times New Roman" w:cs="Times New Roman"/>
          <w:sz w:val="28"/>
          <w:szCs w:val="28"/>
        </w:rPr>
        <w:br/>
      </w:r>
      <w:r w:rsidRPr="0046304A">
        <w:rPr>
          <w:rFonts w:ascii="Times New Roman" w:hAnsi="Times New Roman" w:cs="Times New Roman"/>
          <w:bCs/>
          <w:sz w:val="28"/>
          <w:szCs w:val="28"/>
        </w:rPr>
        <w:t xml:space="preserve">територіальних спеціалізованих служб цивільного захисту </w:t>
      </w:r>
      <w:r w:rsidRPr="0046304A">
        <w:rPr>
          <w:rFonts w:ascii="Times New Roman" w:hAnsi="Times New Roman" w:cs="Times New Roman"/>
          <w:spacing w:val="-6"/>
          <w:sz w:val="28"/>
          <w:szCs w:val="28"/>
          <w:lang w:eastAsia="uk-UA"/>
        </w:rPr>
        <w:t>регіонального рівня</w:t>
      </w:r>
      <w:r w:rsidRPr="0046304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F6E84E5" w14:textId="77777777" w:rsidR="00CC65C6" w:rsidRPr="0046304A" w:rsidRDefault="00CA7433">
      <w:pPr>
        <w:pStyle w:val="aff1"/>
        <w:spacing w:before="0" w:after="0"/>
        <w:ind w:right="57"/>
        <w:rPr>
          <w:rFonts w:ascii="Times New Roman" w:hAnsi="Times New Roman" w:cs="Times New Roman"/>
          <w:bCs/>
          <w:sz w:val="28"/>
          <w:szCs w:val="28"/>
        </w:rPr>
      </w:pPr>
      <w:r w:rsidRPr="0046304A">
        <w:rPr>
          <w:rFonts w:ascii="Times New Roman" w:hAnsi="Times New Roman" w:cs="Times New Roman"/>
          <w:bCs/>
          <w:sz w:val="28"/>
          <w:szCs w:val="28"/>
        </w:rPr>
        <w:t xml:space="preserve">територіальної підсистеми єдиної державної системи цивільного захисту Львівської області, </w:t>
      </w:r>
    </w:p>
    <w:p w14:paraId="4DED51AE" w14:textId="77777777" w:rsidR="00CC65C6" w:rsidRPr="0046304A" w:rsidRDefault="00CA7433">
      <w:pPr>
        <w:pStyle w:val="aff1"/>
        <w:spacing w:before="0" w:after="0"/>
        <w:ind w:right="57"/>
        <w:rPr>
          <w:rFonts w:ascii="Times New Roman" w:hAnsi="Times New Roman" w:cs="Times New Roman"/>
          <w:bCs/>
          <w:sz w:val="28"/>
          <w:szCs w:val="28"/>
        </w:rPr>
      </w:pPr>
      <w:r w:rsidRPr="0046304A">
        <w:rPr>
          <w:rFonts w:ascii="Times New Roman" w:hAnsi="Times New Roman" w:cs="Times New Roman"/>
          <w:bCs/>
          <w:sz w:val="28"/>
          <w:szCs w:val="28"/>
        </w:rPr>
        <w:t xml:space="preserve">що утворюються органами управління і суб’єктами господарювання </w:t>
      </w:r>
    </w:p>
    <w:p w14:paraId="2463703B" w14:textId="77777777" w:rsidR="00CC65C6" w:rsidRPr="0046304A" w:rsidRDefault="00CC65C6">
      <w:pPr>
        <w:rPr>
          <w:lang w:eastAsia="zh-CN"/>
        </w:rPr>
      </w:pP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543"/>
        <w:gridCol w:w="4678"/>
        <w:gridCol w:w="5670"/>
      </w:tblGrid>
      <w:tr w:rsidR="00CC65C6" w:rsidRPr="0046304A" w14:paraId="3B8B3B59" w14:textId="77777777">
        <w:trPr>
          <w:tblHeader/>
        </w:trPr>
        <w:tc>
          <w:tcPr>
            <w:tcW w:w="567" w:type="dxa"/>
            <w:tcBorders>
              <w:bottom w:val="single" w:sz="4" w:space="0" w:color="auto"/>
            </w:tcBorders>
          </w:tcPr>
          <w:p w14:paraId="15D5501E" w14:textId="77777777" w:rsidR="00CC65C6" w:rsidRPr="0046304A" w:rsidRDefault="00CA7433">
            <w:pPr>
              <w:pStyle w:val="14"/>
              <w:shd w:val="clear" w:color="auto" w:fill="auto"/>
              <w:spacing w:before="0"/>
              <w:ind w:left="-137" w:right="-108"/>
              <w:rPr>
                <w:color w:val="auto"/>
                <w:spacing w:val="0"/>
                <w:sz w:val="24"/>
                <w:szCs w:val="24"/>
              </w:rPr>
            </w:pPr>
            <w:r w:rsidRPr="0046304A">
              <w:rPr>
                <w:color w:val="auto"/>
                <w:spacing w:val="0"/>
                <w:sz w:val="24"/>
                <w:szCs w:val="24"/>
              </w:rPr>
              <w:t>№ з/п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336F49B8" w14:textId="77777777" w:rsidR="00CC65C6" w:rsidRPr="0046304A" w:rsidRDefault="00CA7433">
            <w:pPr>
              <w:pStyle w:val="14"/>
              <w:shd w:val="clear" w:color="auto" w:fill="auto"/>
              <w:spacing w:before="0"/>
              <w:ind w:left="0"/>
              <w:rPr>
                <w:color w:val="auto"/>
                <w:spacing w:val="0"/>
                <w:sz w:val="24"/>
                <w:szCs w:val="24"/>
              </w:rPr>
            </w:pPr>
            <w:r w:rsidRPr="0046304A">
              <w:rPr>
                <w:color w:val="auto"/>
                <w:spacing w:val="0"/>
                <w:sz w:val="24"/>
                <w:szCs w:val="24"/>
              </w:rPr>
              <w:t>Найменування</w:t>
            </w:r>
            <w:r w:rsidRPr="0046304A">
              <w:rPr>
                <w:color w:val="auto"/>
                <w:spacing w:val="0"/>
                <w:sz w:val="24"/>
                <w:szCs w:val="24"/>
              </w:rPr>
              <w:br/>
              <w:t xml:space="preserve">спеціалізованої служби </w:t>
            </w:r>
            <w:r w:rsidRPr="0046304A">
              <w:rPr>
                <w:sz w:val="24"/>
                <w:szCs w:val="28"/>
              </w:rPr>
              <w:t>цивільного захисту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4F6BE1DF" w14:textId="77777777" w:rsidR="00CC65C6" w:rsidRPr="0046304A" w:rsidRDefault="00CA7433">
            <w:pPr>
              <w:pStyle w:val="14"/>
              <w:shd w:val="clear" w:color="auto" w:fill="auto"/>
              <w:spacing w:before="0"/>
              <w:ind w:left="0"/>
              <w:rPr>
                <w:color w:val="auto"/>
                <w:spacing w:val="0"/>
                <w:sz w:val="24"/>
                <w:szCs w:val="24"/>
              </w:rPr>
            </w:pPr>
            <w:r w:rsidRPr="0046304A">
              <w:rPr>
                <w:color w:val="auto"/>
                <w:spacing w:val="0"/>
                <w:sz w:val="24"/>
                <w:szCs w:val="24"/>
              </w:rPr>
              <w:t xml:space="preserve">Орган управління територіальної спеціалізованої служби </w:t>
            </w:r>
            <w:r w:rsidRPr="0046304A">
              <w:rPr>
                <w:sz w:val="24"/>
                <w:szCs w:val="28"/>
              </w:rPr>
              <w:t>цивільного захисту</w:t>
            </w:r>
            <w:r w:rsidRPr="0046304A">
              <w:rPr>
                <w:spacing w:val="-6"/>
                <w:sz w:val="28"/>
                <w:szCs w:val="28"/>
                <w:lang w:eastAsia="uk-UA"/>
              </w:rPr>
              <w:t xml:space="preserve"> </w:t>
            </w:r>
            <w:r w:rsidRPr="0046304A">
              <w:rPr>
                <w:spacing w:val="-6"/>
                <w:sz w:val="24"/>
                <w:szCs w:val="28"/>
                <w:lang w:eastAsia="uk-UA"/>
              </w:rPr>
              <w:t>регіонального рівня</w:t>
            </w:r>
          </w:p>
        </w:tc>
        <w:tc>
          <w:tcPr>
            <w:tcW w:w="5670" w:type="dxa"/>
          </w:tcPr>
          <w:p w14:paraId="78C51388" w14:textId="77777777" w:rsidR="00CC65C6" w:rsidRPr="0046304A" w:rsidRDefault="00CA7433">
            <w:pPr>
              <w:pStyle w:val="14"/>
              <w:shd w:val="clear" w:color="auto" w:fill="auto"/>
              <w:spacing w:before="0"/>
              <w:ind w:left="0"/>
              <w:rPr>
                <w:i/>
                <w:sz w:val="24"/>
                <w:szCs w:val="24"/>
              </w:rPr>
            </w:pPr>
            <w:r w:rsidRPr="0046304A">
              <w:rPr>
                <w:color w:val="auto"/>
                <w:spacing w:val="0"/>
                <w:sz w:val="24"/>
                <w:szCs w:val="24"/>
              </w:rPr>
              <w:t>Органи, організації та  суб’єкти господарювання, що входять до складу спеціалізованої служби цивільного захисту</w:t>
            </w:r>
          </w:p>
        </w:tc>
      </w:tr>
      <w:tr w:rsidR="00CC65C6" w:rsidRPr="0046304A" w14:paraId="3B3629BA" w14:textId="77777777">
        <w:tc>
          <w:tcPr>
            <w:tcW w:w="567" w:type="dxa"/>
            <w:vMerge w:val="restart"/>
          </w:tcPr>
          <w:p w14:paraId="67709162" w14:textId="77777777" w:rsidR="00CC65C6" w:rsidRPr="0046304A" w:rsidRDefault="00CA7433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  <w:r w:rsidRPr="0046304A">
              <w:rPr>
                <w:color w:val="auto"/>
                <w:spacing w:val="0"/>
                <w:sz w:val="24"/>
                <w:szCs w:val="24"/>
              </w:rPr>
              <w:t>1.</w:t>
            </w:r>
          </w:p>
        </w:tc>
        <w:tc>
          <w:tcPr>
            <w:tcW w:w="3543" w:type="dxa"/>
            <w:vMerge w:val="restart"/>
          </w:tcPr>
          <w:p w14:paraId="64864473" w14:textId="77777777" w:rsidR="00CC65C6" w:rsidRPr="0046304A" w:rsidRDefault="00CA7433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b w:val="0"/>
                <w:color w:val="auto"/>
                <w:spacing w:val="0"/>
                <w:sz w:val="24"/>
                <w:szCs w:val="24"/>
              </w:rPr>
            </w:pPr>
            <w:r w:rsidRPr="0046304A">
              <w:rPr>
                <w:color w:val="auto"/>
                <w:spacing w:val="0"/>
                <w:sz w:val="24"/>
                <w:szCs w:val="24"/>
              </w:rPr>
              <w:t>Спеціалізована служба захисту сільськогосподарських тварин і рослин</w:t>
            </w:r>
          </w:p>
        </w:tc>
        <w:tc>
          <w:tcPr>
            <w:tcW w:w="4678" w:type="dxa"/>
            <w:vMerge w:val="restart"/>
          </w:tcPr>
          <w:p w14:paraId="0DFCE68B" w14:textId="77777777" w:rsidR="00CC65C6" w:rsidRPr="0046304A" w:rsidRDefault="00CA7433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4"/>
              </w:rPr>
            </w:pPr>
            <w:r w:rsidRPr="0046304A">
              <w:rPr>
                <w:b w:val="0"/>
                <w:color w:val="auto"/>
                <w:spacing w:val="0"/>
                <w:sz w:val="24"/>
                <w:szCs w:val="24"/>
              </w:rPr>
              <w:t>Департамент агропромислового розвитку Львівської обласної державної адміністрації</w:t>
            </w:r>
          </w:p>
        </w:tc>
        <w:tc>
          <w:tcPr>
            <w:tcW w:w="5670" w:type="dxa"/>
          </w:tcPr>
          <w:p w14:paraId="3A251227" w14:textId="77777777" w:rsidR="00CC65C6" w:rsidRPr="0046304A" w:rsidRDefault="00CA7433">
            <w:pPr>
              <w:spacing w:line="240" w:lineRule="auto"/>
              <w:rPr>
                <w:sz w:val="24"/>
                <w:szCs w:val="24"/>
                <w:lang w:eastAsia="uk-UA"/>
              </w:rPr>
            </w:pPr>
            <w:r w:rsidRPr="0046304A">
              <w:rPr>
                <w:sz w:val="24"/>
                <w:szCs w:val="24"/>
              </w:rPr>
              <w:t>Департамент агропромислового розвитку Львівської обласної державної адміністрації</w:t>
            </w:r>
          </w:p>
        </w:tc>
      </w:tr>
      <w:tr w:rsidR="00CC65C6" w:rsidRPr="0046304A" w14:paraId="4C8735AF" w14:textId="77777777">
        <w:tc>
          <w:tcPr>
            <w:tcW w:w="567" w:type="dxa"/>
            <w:vMerge/>
            <w:tcBorders>
              <w:bottom w:val="nil"/>
            </w:tcBorders>
          </w:tcPr>
          <w:p w14:paraId="27EB89F5" w14:textId="77777777" w:rsidR="00CC65C6" w:rsidRPr="0046304A" w:rsidRDefault="00CC65C6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bottom w:val="nil"/>
            </w:tcBorders>
          </w:tcPr>
          <w:p w14:paraId="12183720" w14:textId="77777777" w:rsidR="00CC65C6" w:rsidRPr="0046304A" w:rsidRDefault="00CC65C6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bottom w:val="nil"/>
            </w:tcBorders>
          </w:tcPr>
          <w:p w14:paraId="4607862A" w14:textId="77777777" w:rsidR="00CC65C6" w:rsidRPr="0046304A" w:rsidRDefault="00CC65C6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9B2D44C" w14:textId="77777777" w:rsidR="00CC65C6" w:rsidRPr="0046304A" w:rsidRDefault="00CA7433">
            <w:pPr>
              <w:spacing w:line="240" w:lineRule="auto"/>
              <w:rPr>
                <w:sz w:val="24"/>
                <w:szCs w:val="24"/>
                <w:lang w:eastAsia="uk-UA"/>
              </w:rPr>
            </w:pPr>
            <w:r w:rsidRPr="0046304A">
              <w:rPr>
                <w:sz w:val="24"/>
                <w:szCs w:val="24"/>
                <w:lang w:eastAsia="uk-UA"/>
              </w:rPr>
              <w:t xml:space="preserve">Головне управління </w:t>
            </w:r>
            <w:r w:rsidRPr="0046304A">
              <w:rPr>
                <w:bCs/>
                <w:sz w:val="24"/>
                <w:szCs w:val="24"/>
                <w:shd w:val="clear" w:color="auto" w:fill="FFFFFF"/>
              </w:rPr>
              <w:t>Державної служби України з питань безпечності харчових продуктів та захисту споживачів</w:t>
            </w:r>
            <w:r w:rsidRPr="0046304A">
              <w:rPr>
                <w:sz w:val="24"/>
                <w:szCs w:val="24"/>
                <w:lang w:eastAsia="uk-UA"/>
              </w:rPr>
              <w:t xml:space="preserve"> у Львівській області</w:t>
            </w:r>
          </w:p>
        </w:tc>
      </w:tr>
      <w:tr w:rsidR="00276C04" w:rsidRPr="0046304A" w14:paraId="5316F828" w14:textId="77777777"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7A235EC0" w14:textId="77777777" w:rsidR="00276C04" w:rsidRPr="0046304A" w:rsidRDefault="00276C04">
            <w:pPr>
              <w:autoSpaceDE/>
              <w:spacing w:line="240" w:lineRule="auto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  <w:vAlign w:val="center"/>
          </w:tcPr>
          <w:p w14:paraId="39F6E655" w14:textId="77777777" w:rsidR="00276C04" w:rsidRPr="0046304A" w:rsidRDefault="00276C04">
            <w:pPr>
              <w:autoSpaceDE/>
              <w:spacing w:line="240" w:lineRule="auto"/>
              <w:rPr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</w:tcPr>
          <w:p w14:paraId="4FEF2B03" w14:textId="77777777" w:rsidR="00276C04" w:rsidRPr="0046304A" w:rsidRDefault="00276C04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551EDA7" w14:textId="77777777" w:rsidR="00276C04" w:rsidRPr="0046304A" w:rsidRDefault="00276C04">
            <w:pPr>
              <w:spacing w:line="240" w:lineRule="auto"/>
              <w:rPr>
                <w:sz w:val="24"/>
                <w:szCs w:val="24"/>
                <w:lang w:eastAsia="uk-UA"/>
              </w:rPr>
            </w:pPr>
            <w:r w:rsidRPr="0046304A">
              <w:rPr>
                <w:sz w:val="24"/>
                <w:szCs w:val="24"/>
              </w:rPr>
              <w:t xml:space="preserve">Львівська регіональна державна лабораторія </w:t>
            </w:r>
            <w:r w:rsidRPr="0046304A">
              <w:rPr>
                <w:sz w:val="24"/>
                <w:szCs w:val="24"/>
                <w:highlight w:val="white"/>
              </w:rPr>
              <w:t>Державної служби України з питань безпечності харчових продуктів та захисту споживачів</w:t>
            </w:r>
          </w:p>
        </w:tc>
      </w:tr>
      <w:tr w:rsidR="00276C04" w:rsidRPr="0046304A" w14:paraId="2A0D75DC" w14:textId="77777777" w:rsidTr="00E94D30"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333B043A" w14:textId="77777777" w:rsidR="00276C04" w:rsidRPr="0046304A" w:rsidRDefault="00276C04">
            <w:pPr>
              <w:autoSpaceDE/>
              <w:spacing w:line="240" w:lineRule="auto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  <w:vAlign w:val="center"/>
          </w:tcPr>
          <w:p w14:paraId="7A1DFBE9" w14:textId="77777777" w:rsidR="00276C04" w:rsidRPr="0046304A" w:rsidRDefault="00276C04">
            <w:pPr>
              <w:autoSpaceDE/>
              <w:spacing w:line="240" w:lineRule="auto"/>
              <w:rPr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</w:tcPr>
          <w:p w14:paraId="6B56077D" w14:textId="77777777" w:rsidR="00276C04" w:rsidRPr="0046304A" w:rsidRDefault="00276C04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E6A2B56" w14:textId="338F32E3" w:rsidR="00276C04" w:rsidRPr="0046304A" w:rsidRDefault="00176BBB">
            <w:pPr>
              <w:spacing w:line="240" w:lineRule="auto"/>
              <w:rPr>
                <w:sz w:val="24"/>
                <w:szCs w:val="24"/>
                <w:lang w:eastAsia="uk-UA"/>
              </w:rPr>
            </w:pPr>
            <w:r w:rsidRPr="000A04F4">
              <w:rPr>
                <w:sz w:val="24"/>
                <w:szCs w:val="22"/>
              </w:rPr>
              <w:t xml:space="preserve">Державна установа “Львівська обласна фітосанітарна випробувальна лабораторія </w:t>
            </w:r>
            <w:proofErr w:type="spellStart"/>
            <w:r w:rsidRPr="000A04F4">
              <w:rPr>
                <w:spacing w:val="-6"/>
                <w:sz w:val="24"/>
                <w:szCs w:val="22"/>
              </w:rPr>
              <w:t>Держпродспоживслужби</w:t>
            </w:r>
            <w:proofErr w:type="spellEnd"/>
            <w:r w:rsidRPr="000A04F4">
              <w:rPr>
                <w:spacing w:val="-6"/>
                <w:sz w:val="24"/>
                <w:szCs w:val="22"/>
              </w:rPr>
              <w:t>”</w:t>
            </w:r>
          </w:p>
        </w:tc>
      </w:tr>
      <w:tr w:rsidR="00CC65C6" w:rsidRPr="0046304A" w14:paraId="50099F44" w14:textId="77777777" w:rsidTr="00E94D30"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616F36D0" w14:textId="77777777" w:rsidR="00CC65C6" w:rsidRPr="0046304A" w:rsidRDefault="00CC65C6">
            <w:pPr>
              <w:autoSpaceDE/>
              <w:spacing w:line="240" w:lineRule="auto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  <w:vAlign w:val="center"/>
          </w:tcPr>
          <w:p w14:paraId="0296A4C1" w14:textId="77777777" w:rsidR="00CC65C6" w:rsidRPr="0046304A" w:rsidRDefault="00CC65C6">
            <w:pPr>
              <w:autoSpaceDE/>
              <w:spacing w:line="240" w:lineRule="auto"/>
              <w:rPr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</w:tcPr>
          <w:p w14:paraId="683B35C3" w14:textId="77777777" w:rsidR="00CC65C6" w:rsidRPr="0046304A" w:rsidRDefault="00CC65C6">
            <w:pPr>
              <w:suppressAutoHyphens/>
              <w:spacing w:line="240" w:lineRule="auto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5670" w:type="dxa"/>
          </w:tcPr>
          <w:p w14:paraId="428A55C8" w14:textId="77777777" w:rsidR="00CC65C6" w:rsidRPr="0046304A" w:rsidRDefault="00CA7433">
            <w:pPr>
              <w:spacing w:line="240" w:lineRule="auto"/>
              <w:rPr>
                <w:b/>
                <w:sz w:val="24"/>
                <w:szCs w:val="24"/>
                <w:lang w:eastAsia="uk-UA"/>
              </w:rPr>
            </w:pPr>
            <w:r w:rsidRPr="0046304A">
              <w:rPr>
                <w:sz w:val="24"/>
                <w:szCs w:val="24"/>
                <w:highlight w:val="white"/>
              </w:rPr>
              <w:t xml:space="preserve">Управління Державного агентства з розвитку меліорації, </w:t>
            </w:r>
            <w:r w:rsidRPr="0046304A">
              <w:rPr>
                <w:sz w:val="24"/>
                <w:szCs w:val="24"/>
              </w:rPr>
              <w:t xml:space="preserve"> р</w:t>
            </w:r>
            <w:r w:rsidRPr="0046304A">
              <w:rPr>
                <w:sz w:val="24"/>
                <w:szCs w:val="24"/>
                <w:highlight w:val="white"/>
              </w:rPr>
              <w:t>ибного господарства та продовольчих програм у Львівській області</w:t>
            </w:r>
          </w:p>
        </w:tc>
      </w:tr>
      <w:tr w:rsidR="00CC65C6" w:rsidRPr="0046304A" w14:paraId="79A59494" w14:textId="77777777" w:rsidTr="00E94D30">
        <w:tc>
          <w:tcPr>
            <w:tcW w:w="567" w:type="dxa"/>
            <w:tcBorders>
              <w:top w:val="nil"/>
              <w:bottom w:val="single" w:sz="4" w:space="0" w:color="auto"/>
            </w:tcBorders>
            <w:vAlign w:val="center"/>
          </w:tcPr>
          <w:p w14:paraId="1C2FC3BB" w14:textId="77777777" w:rsidR="00CC65C6" w:rsidRPr="0046304A" w:rsidRDefault="00CC65C6">
            <w:pPr>
              <w:autoSpaceDE/>
              <w:spacing w:line="240" w:lineRule="auto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vAlign w:val="center"/>
          </w:tcPr>
          <w:p w14:paraId="6F74901B" w14:textId="77777777" w:rsidR="00CC65C6" w:rsidRPr="0046304A" w:rsidRDefault="00CC65C6">
            <w:pPr>
              <w:autoSpaceDE/>
              <w:spacing w:line="240" w:lineRule="auto"/>
              <w:rPr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65C95E55" w14:textId="77777777" w:rsidR="00CC65C6" w:rsidRPr="0046304A" w:rsidRDefault="00CC65C6">
            <w:pPr>
              <w:shd w:val="clear" w:color="auto" w:fill="FFFFFF"/>
              <w:suppressAutoHyphens/>
              <w:autoSpaceDE/>
              <w:spacing w:line="240" w:lineRule="auto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5670" w:type="dxa"/>
          </w:tcPr>
          <w:p w14:paraId="7934CCE6" w14:textId="77777777" w:rsidR="00CC65C6" w:rsidRPr="0046304A" w:rsidRDefault="00CA7433">
            <w:pPr>
              <w:spacing w:line="240" w:lineRule="auto"/>
              <w:rPr>
                <w:sz w:val="24"/>
                <w:szCs w:val="24"/>
                <w:lang w:eastAsia="uk-UA"/>
              </w:rPr>
            </w:pPr>
            <w:r w:rsidRPr="0046304A">
              <w:rPr>
                <w:sz w:val="24"/>
                <w:szCs w:val="24"/>
                <w:lang w:eastAsia="uk-UA"/>
              </w:rPr>
              <w:t>Суб’єкти господарювання сільськогосподарського спрямування</w:t>
            </w:r>
          </w:p>
        </w:tc>
      </w:tr>
      <w:tr w:rsidR="00CC65C6" w:rsidRPr="0046304A" w14:paraId="70F71697" w14:textId="77777777">
        <w:tc>
          <w:tcPr>
            <w:tcW w:w="567" w:type="dxa"/>
            <w:vMerge w:val="restart"/>
          </w:tcPr>
          <w:p w14:paraId="6041E9E0" w14:textId="77777777" w:rsidR="00CC65C6" w:rsidRPr="0046304A" w:rsidRDefault="00CA7433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2"/>
                <w:szCs w:val="22"/>
              </w:rPr>
            </w:pPr>
            <w:r w:rsidRPr="0046304A">
              <w:rPr>
                <w:color w:val="auto"/>
                <w:spacing w:val="0"/>
                <w:sz w:val="22"/>
                <w:szCs w:val="22"/>
              </w:rPr>
              <w:lastRenderedPageBreak/>
              <w:t>2.</w:t>
            </w:r>
          </w:p>
        </w:tc>
        <w:tc>
          <w:tcPr>
            <w:tcW w:w="3543" w:type="dxa"/>
            <w:vMerge w:val="restart"/>
          </w:tcPr>
          <w:p w14:paraId="5BB616CE" w14:textId="77777777" w:rsidR="00CC65C6" w:rsidRPr="0046304A" w:rsidRDefault="00CA7433">
            <w:pPr>
              <w:pStyle w:val="14"/>
              <w:shd w:val="clear" w:color="auto" w:fill="auto"/>
              <w:spacing w:before="0"/>
              <w:ind w:left="0"/>
              <w:jc w:val="left"/>
              <w:rPr>
                <w:color w:val="auto"/>
                <w:spacing w:val="0"/>
                <w:sz w:val="22"/>
                <w:szCs w:val="22"/>
              </w:rPr>
            </w:pPr>
            <w:r w:rsidRPr="0046304A">
              <w:rPr>
                <w:color w:val="auto"/>
                <w:spacing w:val="0"/>
                <w:sz w:val="22"/>
                <w:szCs w:val="22"/>
              </w:rPr>
              <w:t>Спеціалізована служба енергетики</w:t>
            </w:r>
          </w:p>
        </w:tc>
        <w:tc>
          <w:tcPr>
            <w:tcW w:w="4678" w:type="dxa"/>
            <w:vMerge w:val="restart"/>
          </w:tcPr>
          <w:p w14:paraId="7395D445" w14:textId="77777777" w:rsidR="00CC65C6" w:rsidRPr="0046304A" w:rsidRDefault="00CA7433">
            <w:pPr>
              <w:pStyle w:val="14"/>
              <w:shd w:val="clear" w:color="auto" w:fill="auto"/>
              <w:tabs>
                <w:tab w:val="left" w:pos="-64"/>
              </w:tabs>
              <w:spacing w:before="0"/>
              <w:ind w:left="0"/>
              <w:jc w:val="both"/>
              <w:rPr>
                <w:b w:val="0"/>
                <w:color w:val="FF0000"/>
                <w:spacing w:val="0"/>
                <w:sz w:val="24"/>
                <w:szCs w:val="24"/>
              </w:rPr>
            </w:pPr>
            <w:r w:rsidRPr="0046304A">
              <w:rPr>
                <w:b w:val="0"/>
                <w:color w:val="auto"/>
                <w:spacing w:val="0"/>
                <w:sz w:val="24"/>
                <w:szCs w:val="28"/>
                <w:lang w:eastAsia="uk-UA"/>
              </w:rPr>
              <w:t>Департамент паливно-енергетичного комплексу, енергоефективності та житлово-комунального господарства</w:t>
            </w:r>
            <w:r w:rsidRPr="0046304A">
              <w:rPr>
                <w:b w:val="0"/>
                <w:color w:val="FF0000"/>
                <w:spacing w:val="0"/>
                <w:sz w:val="24"/>
                <w:szCs w:val="24"/>
              </w:rPr>
              <w:t xml:space="preserve"> </w:t>
            </w:r>
            <w:r w:rsidRPr="0046304A">
              <w:rPr>
                <w:b w:val="0"/>
                <w:color w:val="auto"/>
                <w:spacing w:val="0"/>
                <w:sz w:val="24"/>
                <w:szCs w:val="24"/>
              </w:rPr>
              <w:t>Львівської обласної державної адміністрації</w:t>
            </w:r>
          </w:p>
        </w:tc>
        <w:tc>
          <w:tcPr>
            <w:tcW w:w="5670" w:type="dxa"/>
          </w:tcPr>
          <w:p w14:paraId="55FD496F" w14:textId="77777777" w:rsidR="00CC65C6" w:rsidRPr="0046304A" w:rsidRDefault="00CA7433">
            <w:pPr>
              <w:suppressAutoHyphens/>
              <w:spacing w:line="240" w:lineRule="auto"/>
              <w:rPr>
                <w:b/>
                <w:sz w:val="24"/>
                <w:szCs w:val="24"/>
                <w:lang w:eastAsia="zh-CN"/>
              </w:rPr>
            </w:pPr>
            <w:r w:rsidRPr="0046304A">
              <w:rPr>
                <w:sz w:val="24"/>
                <w:szCs w:val="28"/>
                <w:lang w:eastAsia="uk-UA"/>
              </w:rPr>
              <w:t>Департамент паливно-енергетичного комплексу, енергоефективності та житлово-комунального господарства</w:t>
            </w:r>
            <w:r w:rsidRPr="0046304A">
              <w:rPr>
                <w:color w:val="FF0000"/>
                <w:sz w:val="24"/>
                <w:szCs w:val="24"/>
              </w:rPr>
              <w:t xml:space="preserve"> </w:t>
            </w:r>
            <w:r w:rsidRPr="0046304A">
              <w:rPr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CC65C6" w:rsidRPr="0046304A" w14:paraId="2DADA022" w14:textId="77777777">
        <w:tc>
          <w:tcPr>
            <w:tcW w:w="567" w:type="dxa"/>
            <w:vMerge/>
            <w:tcBorders>
              <w:bottom w:val="nil"/>
            </w:tcBorders>
          </w:tcPr>
          <w:p w14:paraId="522A94F1" w14:textId="77777777" w:rsidR="00CC65C6" w:rsidRPr="0046304A" w:rsidRDefault="00CC65C6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3543" w:type="dxa"/>
            <w:vMerge/>
            <w:tcBorders>
              <w:bottom w:val="nil"/>
            </w:tcBorders>
          </w:tcPr>
          <w:p w14:paraId="46A0C594" w14:textId="77777777" w:rsidR="00CC65C6" w:rsidRPr="0046304A" w:rsidRDefault="00CC65C6">
            <w:pPr>
              <w:pStyle w:val="14"/>
              <w:shd w:val="clear" w:color="auto" w:fill="auto"/>
              <w:spacing w:before="0"/>
              <w:ind w:left="0"/>
              <w:jc w:val="left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bottom w:val="nil"/>
            </w:tcBorders>
          </w:tcPr>
          <w:p w14:paraId="20C8AB6A" w14:textId="77777777" w:rsidR="00CC65C6" w:rsidRPr="0046304A" w:rsidRDefault="00CC65C6">
            <w:pPr>
              <w:pStyle w:val="14"/>
              <w:shd w:val="clear" w:color="auto" w:fill="auto"/>
              <w:tabs>
                <w:tab w:val="left" w:pos="-64"/>
              </w:tabs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8"/>
                <w:lang w:eastAsia="uk-UA"/>
              </w:rPr>
            </w:pPr>
          </w:p>
        </w:tc>
        <w:tc>
          <w:tcPr>
            <w:tcW w:w="5670" w:type="dxa"/>
          </w:tcPr>
          <w:p w14:paraId="4D64C385" w14:textId="77777777" w:rsidR="00CC65C6" w:rsidRPr="0046304A" w:rsidRDefault="00CA7433">
            <w:pPr>
              <w:suppressAutoHyphens/>
              <w:spacing w:line="240" w:lineRule="auto"/>
              <w:rPr>
                <w:rStyle w:val="a8"/>
                <w:rFonts w:eastAsia="Arial"/>
                <w:b w:val="0"/>
                <w:sz w:val="24"/>
                <w:szCs w:val="24"/>
                <w:shd w:val="clear" w:color="auto" w:fill="FFFFFF"/>
              </w:rPr>
            </w:pPr>
            <w:r w:rsidRPr="0046304A">
              <w:rPr>
                <w:rStyle w:val="a8"/>
                <w:rFonts w:eastAsia="Arial"/>
                <w:b w:val="0"/>
                <w:sz w:val="24"/>
                <w:szCs w:val="24"/>
                <w:shd w:val="clear" w:color="auto" w:fill="FFFFFF"/>
              </w:rPr>
              <w:t>Львівська філія  ТОВ “Газорозподільні мережі України”</w:t>
            </w:r>
          </w:p>
        </w:tc>
      </w:tr>
      <w:tr w:rsidR="00CC65C6" w:rsidRPr="0046304A" w14:paraId="06E7FD9C" w14:textId="77777777">
        <w:tc>
          <w:tcPr>
            <w:tcW w:w="567" w:type="dxa"/>
            <w:vMerge w:val="restart"/>
            <w:tcBorders>
              <w:top w:val="nil"/>
            </w:tcBorders>
            <w:vAlign w:val="center"/>
          </w:tcPr>
          <w:p w14:paraId="78E4F185" w14:textId="77777777" w:rsidR="00CC65C6" w:rsidRPr="0046304A" w:rsidRDefault="00CC65C6">
            <w:pPr>
              <w:autoSpaceDE/>
              <w:spacing w:line="240" w:lineRule="auto"/>
              <w:rPr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3543" w:type="dxa"/>
            <w:vMerge w:val="restart"/>
            <w:tcBorders>
              <w:top w:val="nil"/>
            </w:tcBorders>
            <w:vAlign w:val="center"/>
          </w:tcPr>
          <w:p w14:paraId="02126BDD" w14:textId="77777777" w:rsidR="00CC65C6" w:rsidRPr="0046304A" w:rsidRDefault="00CC65C6">
            <w:pPr>
              <w:autoSpaceDE/>
              <w:spacing w:line="240" w:lineRule="auto"/>
              <w:rPr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4678" w:type="dxa"/>
            <w:vMerge w:val="restart"/>
            <w:tcBorders>
              <w:top w:val="nil"/>
            </w:tcBorders>
          </w:tcPr>
          <w:p w14:paraId="17C0AA2C" w14:textId="77777777" w:rsidR="00CC65C6" w:rsidRPr="0046304A" w:rsidRDefault="00CC65C6">
            <w:pPr>
              <w:pStyle w:val="ae"/>
              <w:spacing w:after="0" w:line="240" w:lineRule="auto"/>
              <w:rPr>
                <w:sz w:val="24"/>
                <w:szCs w:val="24"/>
                <w:lang w:eastAsia="zh-CN"/>
              </w:rPr>
            </w:pPr>
          </w:p>
        </w:tc>
        <w:tc>
          <w:tcPr>
            <w:tcW w:w="5670" w:type="dxa"/>
          </w:tcPr>
          <w:p w14:paraId="554D05E5" w14:textId="457AC853" w:rsidR="00CC65C6" w:rsidRPr="0046304A" w:rsidRDefault="00CA7433">
            <w:pPr>
              <w:autoSpaceDE/>
              <w:spacing w:line="240" w:lineRule="auto"/>
              <w:jc w:val="left"/>
              <w:rPr>
                <w:sz w:val="24"/>
                <w:szCs w:val="24"/>
                <w:lang w:eastAsia="zh-CN"/>
              </w:rPr>
            </w:pPr>
            <w:r w:rsidRPr="0046304A">
              <w:rPr>
                <w:sz w:val="24"/>
                <w:szCs w:val="24"/>
                <w:lang w:eastAsia="zh-CN"/>
              </w:rPr>
              <w:t>П</w:t>
            </w:r>
            <w:r w:rsidR="001953AC" w:rsidRPr="0046304A">
              <w:rPr>
                <w:sz w:val="24"/>
                <w:szCs w:val="24"/>
                <w:lang w:eastAsia="zh-CN"/>
              </w:rPr>
              <w:t>р</w:t>
            </w:r>
            <w:r w:rsidRPr="0046304A">
              <w:rPr>
                <w:sz w:val="24"/>
                <w:szCs w:val="24"/>
                <w:lang w:eastAsia="zh-CN"/>
              </w:rPr>
              <w:t>АТ “</w:t>
            </w:r>
            <w:proofErr w:type="spellStart"/>
            <w:r w:rsidRPr="0046304A">
              <w:rPr>
                <w:sz w:val="24"/>
                <w:szCs w:val="24"/>
                <w:lang w:eastAsia="zh-CN"/>
              </w:rPr>
              <w:t>Львівобленерго</w:t>
            </w:r>
            <w:proofErr w:type="spellEnd"/>
            <w:r w:rsidRPr="0046304A">
              <w:rPr>
                <w:sz w:val="24"/>
                <w:szCs w:val="24"/>
                <w:lang w:eastAsia="zh-CN"/>
              </w:rPr>
              <w:t>”</w:t>
            </w:r>
          </w:p>
        </w:tc>
      </w:tr>
      <w:tr w:rsidR="00CC65C6" w:rsidRPr="0046304A" w14:paraId="6509A572" w14:textId="77777777"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14:paraId="0CF8EDDE" w14:textId="77777777" w:rsidR="00CC65C6" w:rsidRPr="0046304A" w:rsidRDefault="00CC65C6">
            <w:pPr>
              <w:autoSpaceDE/>
              <w:spacing w:line="240" w:lineRule="auto"/>
              <w:rPr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vAlign w:val="center"/>
          </w:tcPr>
          <w:p w14:paraId="44CA06DC" w14:textId="77777777" w:rsidR="00CC65C6" w:rsidRPr="0046304A" w:rsidRDefault="00CC65C6">
            <w:pPr>
              <w:autoSpaceDE/>
              <w:spacing w:line="240" w:lineRule="auto"/>
              <w:rPr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14:paraId="1575FC04" w14:textId="77777777" w:rsidR="00CC65C6" w:rsidRPr="0046304A" w:rsidRDefault="00CC65C6">
            <w:pPr>
              <w:pStyle w:val="ae"/>
              <w:spacing w:after="0" w:line="240" w:lineRule="auto"/>
              <w:rPr>
                <w:sz w:val="24"/>
                <w:szCs w:val="24"/>
                <w:lang w:eastAsia="zh-CN"/>
              </w:rPr>
            </w:pPr>
          </w:p>
        </w:tc>
        <w:tc>
          <w:tcPr>
            <w:tcW w:w="5670" w:type="dxa"/>
          </w:tcPr>
          <w:p w14:paraId="6A51F3FA" w14:textId="77777777" w:rsidR="00CC65C6" w:rsidRPr="0046304A" w:rsidRDefault="00CA7433">
            <w:pPr>
              <w:autoSpaceDE/>
              <w:spacing w:line="240" w:lineRule="auto"/>
              <w:jc w:val="left"/>
              <w:rPr>
                <w:sz w:val="24"/>
                <w:szCs w:val="24"/>
                <w:lang w:eastAsia="zh-CN"/>
              </w:rPr>
            </w:pPr>
            <w:r w:rsidRPr="0046304A">
              <w:rPr>
                <w:sz w:val="24"/>
                <w:szCs w:val="24"/>
              </w:rPr>
              <w:t xml:space="preserve">Суб’єкти </w:t>
            </w:r>
            <w:r w:rsidRPr="0046304A">
              <w:rPr>
                <w:sz w:val="24"/>
                <w:szCs w:val="24"/>
                <w:lang w:eastAsia="uk-UA"/>
              </w:rPr>
              <w:t>господарювання паливно-енергетичного комплексу</w:t>
            </w:r>
          </w:p>
        </w:tc>
      </w:tr>
      <w:tr w:rsidR="00CC65C6" w:rsidRPr="0046304A" w14:paraId="79FB8F3E" w14:textId="7777777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1CE845" w14:textId="77777777" w:rsidR="00CC65C6" w:rsidRPr="0046304A" w:rsidRDefault="00CA7433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2"/>
                <w:szCs w:val="22"/>
              </w:rPr>
            </w:pPr>
            <w:r w:rsidRPr="0046304A">
              <w:rPr>
                <w:color w:val="auto"/>
                <w:spacing w:val="0"/>
                <w:sz w:val="22"/>
                <w:szCs w:val="22"/>
              </w:rPr>
              <w:t>3.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078172" w14:textId="77777777" w:rsidR="00CC65C6" w:rsidRPr="0046304A" w:rsidRDefault="00CA7433">
            <w:pPr>
              <w:pStyle w:val="14"/>
              <w:shd w:val="clear" w:color="auto" w:fill="auto"/>
              <w:spacing w:before="0"/>
              <w:ind w:left="0"/>
              <w:jc w:val="left"/>
              <w:rPr>
                <w:color w:val="auto"/>
                <w:spacing w:val="0"/>
                <w:sz w:val="24"/>
                <w:szCs w:val="24"/>
              </w:rPr>
            </w:pPr>
            <w:r w:rsidRPr="0046304A">
              <w:rPr>
                <w:color w:val="auto"/>
                <w:spacing w:val="0"/>
                <w:sz w:val="24"/>
                <w:szCs w:val="24"/>
              </w:rPr>
              <w:t>Комунально-технічна спеціалізована служба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FDDF36" w14:textId="77777777" w:rsidR="00CC65C6" w:rsidRPr="0046304A" w:rsidRDefault="00CA7433">
            <w:pPr>
              <w:pStyle w:val="14"/>
              <w:shd w:val="clear" w:color="auto" w:fill="auto"/>
              <w:spacing w:before="0"/>
              <w:ind w:left="0"/>
              <w:jc w:val="both"/>
              <w:rPr>
                <w:color w:val="FF0000"/>
                <w:spacing w:val="0"/>
                <w:sz w:val="24"/>
                <w:szCs w:val="24"/>
              </w:rPr>
            </w:pPr>
            <w:r w:rsidRPr="0046304A">
              <w:rPr>
                <w:b w:val="0"/>
                <w:color w:val="auto"/>
                <w:spacing w:val="0"/>
                <w:sz w:val="24"/>
                <w:szCs w:val="28"/>
                <w:lang w:eastAsia="uk-UA"/>
              </w:rPr>
              <w:t>Департамент паливно-енергетичного комплексу, енергоефективності та житлово-комунального господарства</w:t>
            </w:r>
            <w:r w:rsidRPr="0046304A">
              <w:rPr>
                <w:b w:val="0"/>
                <w:color w:val="FF0000"/>
                <w:spacing w:val="0"/>
                <w:sz w:val="24"/>
                <w:szCs w:val="24"/>
              </w:rPr>
              <w:t xml:space="preserve"> </w:t>
            </w:r>
            <w:r w:rsidRPr="0046304A">
              <w:rPr>
                <w:b w:val="0"/>
                <w:color w:val="auto"/>
                <w:spacing w:val="0"/>
                <w:sz w:val="24"/>
                <w:szCs w:val="24"/>
              </w:rPr>
              <w:t>Львівської обласної державної адміністрації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5E68EA90" w14:textId="77777777" w:rsidR="00CC65C6" w:rsidRPr="0046304A" w:rsidRDefault="00CA7433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46304A">
              <w:rPr>
                <w:sz w:val="24"/>
                <w:szCs w:val="28"/>
                <w:lang w:eastAsia="uk-UA"/>
              </w:rPr>
              <w:t>Департамент паливно-енергетичного комплексу, енергоефективності та житлово-комунального господарства</w:t>
            </w:r>
            <w:r w:rsidRPr="0046304A">
              <w:rPr>
                <w:color w:val="FF0000"/>
                <w:sz w:val="24"/>
                <w:szCs w:val="24"/>
              </w:rPr>
              <w:t xml:space="preserve"> </w:t>
            </w:r>
            <w:r w:rsidRPr="0046304A">
              <w:rPr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AC5A7B" w:rsidRPr="0046304A" w14:paraId="7414337C" w14:textId="7777777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B3442B" w14:textId="77777777" w:rsidR="00AC5A7B" w:rsidRPr="0046304A" w:rsidRDefault="00AC5A7B" w:rsidP="00AC5A7B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4B0F31" w14:textId="77777777" w:rsidR="00AC5A7B" w:rsidRPr="0046304A" w:rsidRDefault="00AC5A7B" w:rsidP="00AC5A7B">
            <w:pPr>
              <w:pStyle w:val="14"/>
              <w:shd w:val="clear" w:color="auto" w:fill="auto"/>
              <w:spacing w:before="0"/>
              <w:ind w:left="0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92C861" w14:textId="77777777" w:rsidR="00AC5A7B" w:rsidRPr="0046304A" w:rsidRDefault="00AC5A7B" w:rsidP="00AC5A7B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8"/>
                <w:lang w:eastAsia="uk-UA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4E1E1B90" w14:textId="77777777" w:rsidR="00AC5A7B" w:rsidRPr="0046304A" w:rsidRDefault="00AC5A7B" w:rsidP="009715A0">
            <w:pPr>
              <w:suppressAutoHyphens/>
              <w:spacing w:line="240" w:lineRule="auto"/>
              <w:rPr>
                <w:sz w:val="24"/>
                <w:szCs w:val="28"/>
                <w:lang w:eastAsia="uk-UA"/>
              </w:rPr>
            </w:pPr>
            <w:r w:rsidRPr="0046304A">
              <w:rPr>
                <w:sz w:val="24"/>
                <w:szCs w:val="28"/>
                <w:lang w:eastAsia="uk-UA"/>
              </w:rPr>
              <w:t xml:space="preserve">ЛМКП </w:t>
            </w:r>
            <w:r w:rsidR="009715A0" w:rsidRPr="0046304A">
              <w:rPr>
                <w:sz w:val="24"/>
                <w:szCs w:val="28"/>
                <w:lang w:eastAsia="uk-UA"/>
              </w:rPr>
              <w:t>“</w:t>
            </w:r>
            <w:proofErr w:type="spellStart"/>
            <w:r w:rsidRPr="0046304A">
              <w:rPr>
                <w:sz w:val="24"/>
                <w:szCs w:val="28"/>
                <w:lang w:eastAsia="uk-UA"/>
              </w:rPr>
              <w:t>Львівтеплоенерго</w:t>
            </w:r>
            <w:proofErr w:type="spellEnd"/>
            <w:r w:rsidR="009715A0" w:rsidRPr="0046304A">
              <w:rPr>
                <w:sz w:val="24"/>
                <w:szCs w:val="28"/>
                <w:lang w:eastAsia="uk-UA"/>
              </w:rPr>
              <w:t>”</w:t>
            </w:r>
          </w:p>
        </w:tc>
      </w:tr>
      <w:tr w:rsidR="00AC5A7B" w:rsidRPr="0046304A" w14:paraId="3047CF75" w14:textId="7777777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080386" w14:textId="77777777" w:rsidR="00AC5A7B" w:rsidRPr="0046304A" w:rsidRDefault="00AC5A7B" w:rsidP="00AC5A7B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7BFFAD" w14:textId="77777777" w:rsidR="00AC5A7B" w:rsidRPr="0046304A" w:rsidRDefault="00AC5A7B" w:rsidP="00AC5A7B">
            <w:pPr>
              <w:pStyle w:val="14"/>
              <w:shd w:val="clear" w:color="auto" w:fill="auto"/>
              <w:spacing w:before="0"/>
              <w:ind w:left="0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0C5B13" w14:textId="77777777" w:rsidR="00AC5A7B" w:rsidRPr="0046304A" w:rsidRDefault="00AC5A7B" w:rsidP="00AC5A7B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8"/>
                <w:lang w:eastAsia="uk-UA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010ECFD5" w14:textId="77777777" w:rsidR="00AC5A7B" w:rsidRPr="0046304A" w:rsidRDefault="00AC5A7B" w:rsidP="009715A0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46304A">
              <w:rPr>
                <w:sz w:val="24"/>
                <w:szCs w:val="24"/>
              </w:rPr>
              <w:t xml:space="preserve">ЛМКП </w:t>
            </w:r>
            <w:r w:rsidR="009715A0" w:rsidRPr="0046304A">
              <w:rPr>
                <w:sz w:val="24"/>
                <w:szCs w:val="24"/>
              </w:rPr>
              <w:t>“</w:t>
            </w:r>
            <w:proofErr w:type="spellStart"/>
            <w:r w:rsidRPr="0046304A">
              <w:rPr>
                <w:sz w:val="24"/>
                <w:szCs w:val="24"/>
              </w:rPr>
              <w:t>Львівводоканал</w:t>
            </w:r>
            <w:proofErr w:type="spellEnd"/>
            <w:r w:rsidR="009715A0" w:rsidRPr="0046304A">
              <w:rPr>
                <w:sz w:val="24"/>
                <w:szCs w:val="24"/>
              </w:rPr>
              <w:t>”</w:t>
            </w:r>
          </w:p>
        </w:tc>
      </w:tr>
      <w:tr w:rsidR="00CC65C6" w:rsidRPr="0046304A" w14:paraId="706CFFD0" w14:textId="77777777" w:rsidTr="00313D58">
        <w:trPr>
          <w:trHeight w:val="7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945F" w14:textId="77777777" w:rsidR="00CC65C6" w:rsidRPr="0046304A" w:rsidRDefault="00CC65C6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CFD3" w14:textId="77777777" w:rsidR="00CC65C6" w:rsidRPr="0046304A" w:rsidRDefault="00CC65C6">
            <w:pPr>
              <w:pStyle w:val="14"/>
              <w:shd w:val="clear" w:color="auto" w:fill="auto"/>
              <w:spacing w:before="0"/>
              <w:ind w:left="0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7A293" w14:textId="77777777" w:rsidR="00CC65C6" w:rsidRPr="0046304A" w:rsidRDefault="00CC65C6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8"/>
                <w:lang w:eastAsia="uk-UA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6C64C1D5" w14:textId="77777777" w:rsidR="00CC65C6" w:rsidRPr="0046304A" w:rsidRDefault="00CA7433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46304A">
              <w:rPr>
                <w:sz w:val="24"/>
                <w:szCs w:val="24"/>
              </w:rPr>
              <w:t>Суб’єкти господарювання житлово-комунального господарства</w:t>
            </w:r>
          </w:p>
        </w:tc>
      </w:tr>
      <w:tr w:rsidR="00313D58" w:rsidRPr="0046304A" w14:paraId="28B1BDD6" w14:textId="77777777" w:rsidTr="00313D5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EBD15" w14:textId="77777777" w:rsidR="00313D58" w:rsidRPr="0046304A" w:rsidRDefault="00313D58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  <w:r w:rsidRPr="0046304A">
              <w:rPr>
                <w:color w:val="auto"/>
                <w:spacing w:val="0"/>
                <w:sz w:val="24"/>
                <w:szCs w:val="24"/>
              </w:rPr>
              <w:t>4.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A57A" w14:textId="6F042609" w:rsidR="00313D58" w:rsidRPr="0046304A" w:rsidRDefault="00313D58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  <w:r w:rsidRPr="0046304A">
              <w:rPr>
                <w:color w:val="auto"/>
                <w:spacing w:val="0"/>
                <w:sz w:val="24"/>
                <w:szCs w:val="24"/>
              </w:rPr>
              <w:t xml:space="preserve">Спеціалізована служба </w:t>
            </w:r>
            <w:r w:rsidRPr="0046304A">
              <w:rPr>
                <w:b w:val="0"/>
                <w:bCs w:val="0"/>
                <w:spacing w:val="-6"/>
                <w:sz w:val="24"/>
                <w:szCs w:val="24"/>
                <w:lang w:eastAsia="uk-UA"/>
              </w:rPr>
              <w:t xml:space="preserve"> </w:t>
            </w:r>
            <w:r w:rsidRPr="0046304A">
              <w:rPr>
                <w:bCs w:val="0"/>
                <w:spacing w:val="-6"/>
                <w:sz w:val="24"/>
                <w:szCs w:val="24"/>
                <w:lang w:eastAsia="uk-UA"/>
              </w:rPr>
              <w:t xml:space="preserve">інженерного та </w:t>
            </w:r>
            <w:r w:rsidRPr="0046304A">
              <w:rPr>
                <w:color w:val="auto"/>
                <w:spacing w:val="0"/>
                <w:sz w:val="24"/>
                <w:szCs w:val="24"/>
              </w:rPr>
              <w:t>транспортного забезпечення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DA71" w14:textId="1258E846" w:rsidR="00313D58" w:rsidRPr="0046304A" w:rsidRDefault="00313D58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bCs w:val="0"/>
                <w:color w:val="auto"/>
                <w:spacing w:val="0"/>
                <w:sz w:val="24"/>
                <w:szCs w:val="24"/>
              </w:rPr>
            </w:pPr>
            <w:r w:rsidRPr="0046304A">
              <w:rPr>
                <w:b w:val="0"/>
                <w:spacing w:val="0"/>
                <w:sz w:val="24"/>
                <w:szCs w:val="24"/>
              </w:rPr>
              <w:t>Департамент дорожнього господарства</w:t>
            </w:r>
            <w:r w:rsidRPr="0046304A">
              <w:rPr>
                <w:b w:val="0"/>
                <w:color w:val="auto"/>
                <w:spacing w:val="0"/>
                <w:sz w:val="24"/>
                <w:szCs w:val="24"/>
              </w:rPr>
              <w:t xml:space="preserve"> обласної державної адміністрації</w:t>
            </w:r>
            <w:r w:rsidRPr="0046304A">
              <w:rPr>
                <w:sz w:val="24"/>
                <w:szCs w:val="24"/>
              </w:rPr>
              <w:t xml:space="preserve"> </w:t>
            </w:r>
            <w:r w:rsidRPr="0046304A">
              <w:rPr>
                <w:b w:val="0"/>
                <w:bCs w:val="0"/>
                <w:sz w:val="24"/>
                <w:szCs w:val="24"/>
              </w:rPr>
              <w:t>спільно з</w:t>
            </w:r>
            <w:r w:rsidRPr="0046304A">
              <w:rPr>
                <w:sz w:val="24"/>
                <w:szCs w:val="24"/>
              </w:rPr>
              <w:t xml:space="preserve"> </w:t>
            </w:r>
            <w:hyperlink r:id="rId7" w:history="1">
              <w:r w:rsidRPr="0046304A">
                <w:rPr>
                  <w:rStyle w:val="a6"/>
                  <w:b w:val="0"/>
                  <w:bCs w:val="0"/>
                  <w:color w:val="auto"/>
                  <w:spacing w:val="0"/>
                  <w:sz w:val="24"/>
                  <w:szCs w:val="24"/>
                </w:rPr>
                <w:t>у</w:t>
              </w:r>
              <w:r w:rsidRPr="0046304A">
                <w:rPr>
                  <w:rStyle w:val="a6"/>
                  <w:b w:val="0"/>
                  <w:bCs w:val="0"/>
                  <w:color w:val="auto"/>
                  <w:spacing w:val="0"/>
                  <w:sz w:val="24"/>
                  <w:szCs w:val="24"/>
                  <w:u w:val="none"/>
                </w:rPr>
                <w:t>правлінням капітального будівництва</w:t>
              </w:r>
            </w:hyperlink>
            <w:r w:rsidRPr="0046304A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 xml:space="preserve"> </w:t>
            </w:r>
            <w:r w:rsidRPr="0046304A">
              <w:rPr>
                <w:b w:val="0"/>
                <w:color w:val="auto"/>
                <w:spacing w:val="0"/>
                <w:sz w:val="24"/>
                <w:szCs w:val="24"/>
              </w:rPr>
              <w:t>Львівської обласної державної адміністрації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0A48DF78" w14:textId="0F5B26AF" w:rsidR="00313D58" w:rsidRPr="0046304A" w:rsidRDefault="00313D58">
            <w:pPr>
              <w:pStyle w:val="3"/>
              <w:tabs>
                <w:tab w:val="left" w:pos="708"/>
              </w:tabs>
              <w:ind w:left="34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6304A">
              <w:rPr>
                <w:rStyle w:val="a8"/>
                <w:rFonts w:ascii="Times New Roman" w:hAnsi="Times New Roman"/>
                <w:sz w:val="24"/>
                <w:szCs w:val="24"/>
              </w:rPr>
              <w:t xml:space="preserve">Департамент дорожнього господарства </w:t>
            </w:r>
            <w:r w:rsidRPr="0046304A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313D58" w:rsidRPr="0046304A" w14:paraId="391CBCD4" w14:textId="77777777" w:rsidTr="00313D5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16FC" w14:textId="77777777" w:rsidR="00313D58" w:rsidRPr="0046304A" w:rsidRDefault="00313D58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7805" w14:textId="77777777" w:rsidR="00313D58" w:rsidRPr="0046304A" w:rsidRDefault="00313D58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33AD" w14:textId="77777777" w:rsidR="00313D58" w:rsidRPr="0046304A" w:rsidRDefault="00313D58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3D1A6836" w14:textId="27F223FB" w:rsidR="00313D58" w:rsidRPr="0046304A" w:rsidRDefault="00313D58">
            <w:pPr>
              <w:pStyle w:val="3"/>
              <w:tabs>
                <w:tab w:val="left" w:pos="708"/>
              </w:tabs>
              <w:ind w:left="34"/>
              <w:jc w:val="both"/>
            </w:pPr>
            <w:hyperlink r:id="rId8" w:history="1">
              <w:r w:rsidRPr="0046304A">
                <w:rPr>
                  <w:rStyle w:val="a6"/>
                  <w:rFonts w:ascii="Times New Roman" w:hAnsi="Times New Roman"/>
                  <w:b w:val="0"/>
                  <w:bCs w:val="0"/>
                  <w:color w:val="auto"/>
                  <w:sz w:val="24"/>
                  <w:szCs w:val="24"/>
                  <w:u w:val="none"/>
                </w:rPr>
                <w:t>Управління капітального будівництва</w:t>
              </w:r>
            </w:hyperlink>
            <w:r w:rsidRPr="0046304A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46304A">
              <w:rPr>
                <w:rFonts w:ascii="Times New Roman" w:hAnsi="Times New Roman"/>
                <w:b w:val="0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313D58" w:rsidRPr="0046304A" w14:paraId="09960FFC" w14:textId="77777777" w:rsidTr="00313D5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79E8" w14:textId="77777777" w:rsidR="00313D58" w:rsidRPr="0046304A" w:rsidRDefault="00313D58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D97D7" w14:textId="77777777" w:rsidR="00313D58" w:rsidRPr="0046304A" w:rsidRDefault="00313D58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F5CA" w14:textId="77777777" w:rsidR="00313D58" w:rsidRPr="0046304A" w:rsidRDefault="00313D58">
            <w:pPr>
              <w:pStyle w:val="14"/>
              <w:shd w:val="clear" w:color="auto" w:fill="auto"/>
              <w:spacing w:before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63F00253" w14:textId="77777777" w:rsidR="00313D58" w:rsidRPr="0046304A" w:rsidRDefault="00313D58">
            <w:pPr>
              <w:pStyle w:val="3"/>
              <w:tabs>
                <w:tab w:val="left" w:pos="708"/>
              </w:tabs>
              <w:ind w:left="34"/>
              <w:jc w:val="both"/>
              <w:rPr>
                <w:rStyle w:val="a8"/>
                <w:rFonts w:ascii="Times New Roman" w:hAnsi="Times New Roman"/>
                <w:sz w:val="24"/>
                <w:szCs w:val="24"/>
              </w:rPr>
            </w:pPr>
            <w:r w:rsidRPr="0046304A">
              <w:rPr>
                <w:rStyle w:val="a8"/>
                <w:rFonts w:ascii="Times New Roman" w:hAnsi="Times New Roman"/>
                <w:sz w:val="24"/>
                <w:szCs w:val="24"/>
              </w:rPr>
              <w:t xml:space="preserve">Департамент архітектури та розвитку містобудування </w:t>
            </w:r>
            <w:r w:rsidRPr="0046304A">
              <w:rPr>
                <w:rFonts w:ascii="Times New Roman" w:hAnsi="Times New Roman"/>
                <w:b w:val="0"/>
                <w:sz w:val="24"/>
                <w:szCs w:val="24"/>
              </w:rPr>
              <w:t>облдержадміністрації</w:t>
            </w:r>
          </w:p>
        </w:tc>
      </w:tr>
      <w:tr w:rsidR="00313D58" w:rsidRPr="0046304A" w14:paraId="245D37E4" w14:textId="77777777" w:rsidTr="00313D5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7DCF" w14:textId="77777777" w:rsidR="00313D58" w:rsidRPr="0046304A" w:rsidRDefault="00313D58" w:rsidP="00A5009B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3DB4" w14:textId="77777777" w:rsidR="00313D58" w:rsidRPr="0046304A" w:rsidRDefault="00313D58" w:rsidP="00A5009B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CB26" w14:textId="77777777" w:rsidR="00313D58" w:rsidRPr="0046304A" w:rsidRDefault="00313D58" w:rsidP="00A5009B">
            <w:pPr>
              <w:pStyle w:val="14"/>
              <w:shd w:val="clear" w:color="auto" w:fill="auto"/>
              <w:spacing w:before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3DF969D0" w14:textId="145C44B0" w:rsidR="00313D58" w:rsidRPr="0046304A" w:rsidRDefault="00313D58" w:rsidP="00A5009B">
            <w:pPr>
              <w:pStyle w:val="3"/>
              <w:tabs>
                <w:tab w:val="left" w:pos="708"/>
              </w:tabs>
              <w:ind w:left="34"/>
              <w:jc w:val="both"/>
              <w:rPr>
                <w:rStyle w:val="a8"/>
                <w:rFonts w:ascii="Times New Roman" w:hAnsi="Times New Roman"/>
                <w:b/>
                <w:bCs/>
                <w:sz w:val="24"/>
                <w:szCs w:val="24"/>
              </w:rPr>
            </w:pPr>
            <w:r w:rsidRPr="0046304A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Регіональна філія “Львівська залізниця” акціонерного товариства “Українська залізниця”</w:t>
            </w:r>
          </w:p>
        </w:tc>
      </w:tr>
      <w:tr w:rsidR="00313D58" w:rsidRPr="0046304A" w14:paraId="0CA2CDEA" w14:textId="77777777" w:rsidTr="00313D5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8E598" w14:textId="77777777" w:rsidR="00313D58" w:rsidRPr="0046304A" w:rsidRDefault="00313D58" w:rsidP="00A5009B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D7FB" w14:textId="77777777" w:rsidR="00313D58" w:rsidRPr="0046304A" w:rsidRDefault="00313D58" w:rsidP="00A5009B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70E7" w14:textId="77777777" w:rsidR="00313D58" w:rsidRPr="0046304A" w:rsidRDefault="00313D58" w:rsidP="00A5009B">
            <w:pPr>
              <w:pStyle w:val="14"/>
              <w:shd w:val="clear" w:color="auto" w:fill="auto"/>
              <w:spacing w:before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43D63B03" w14:textId="32C3DA99" w:rsidR="00313D58" w:rsidRPr="0046304A" w:rsidRDefault="00313D58" w:rsidP="00A5009B">
            <w:pPr>
              <w:pStyle w:val="3"/>
              <w:tabs>
                <w:tab w:val="left" w:pos="708"/>
              </w:tabs>
              <w:ind w:left="34"/>
              <w:jc w:val="both"/>
              <w:rPr>
                <w:rStyle w:val="a8"/>
                <w:rFonts w:ascii="Times New Roman" w:hAnsi="Times New Roman"/>
                <w:b/>
                <w:bCs/>
                <w:sz w:val="24"/>
                <w:szCs w:val="24"/>
              </w:rPr>
            </w:pPr>
            <w:r w:rsidRPr="0046304A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Державне підприємство “Міжнародний аеропорт “Львів” імені Данила Галицького”</w:t>
            </w:r>
          </w:p>
        </w:tc>
      </w:tr>
      <w:tr w:rsidR="00313D58" w:rsidRPr="0046304A" w14:paraId="1AF319FD" w14:textId="77777777" w:rsidTr="00313D5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71E4" w14:textId="77777777" w:rsidR="00313D58" w:rsidRPr="0046304A" w:rsidRDefault="00313D58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E78F" w14:textId="77777777" w:rsidR="00313D58" w:rsidRPr="0046304A" w:rsidRDefault="00313D58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277A" w14:textId="77777777" w:rsidR="00313D58" w:rsidRPr="0046304A" w:rsidRDefault="00313D58">
            <w:pPr>
              <w:pStyle w:val="14"/>
              <w:shd w:val="clear" w:color="auto" w:fill="auto"/>
              <w:spacing w:before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2DC93496" w14:textId="09595607" w:rsidR="00313D58" w:rsidRPr="0046304A" w:rsidRDefault="00313D58">
            <w:pPr>
              <w:pStyle w:val="3"/>
              <w:tabs>
                <w:tab w:val="left" w:pos="708"/>
              </w:tabs>
              <w:ind w:left="34"/>
              <w:jc w:val="both"/>
              <w:rPr>
                <w:rStyle w:val="a8"/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9" w:history="1">
              <w:r w:rsidRPr="0046304A">
                <w:rPr>
                  <w:rStyle w:val="a6"/>
                  <w:rFonts w:ascii="Times New Roman" w:hAnsi="Times New Roman"/>
                  <w:b w:val="0"/>
                  <w:bCs w:val="0"/>
                  <w:color w:val="auto"/>
                  <w:sz w:val="24"/>
                  <w:szCs w:val="24"/>
                  <w:u w:val="none"/>
                </w:rPr>
                <w:t>Басейнове управління водних ресурсів річок Західного Бугу та Сяну</w:t>
              </w:r>
            </w:hyperlink>
          </w:p>
        </w:tc>
      </w:tr>
      <w:tr w:rsidR="00313D58" w:rsidRPr="0046304A" w14:paraId="1DFFD1A4" w14:textId="77777777" w:rsidTr="00184C2E"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14:paraId="42E3AE96" w14:textId="77777777" w:rsidR="00313D58" w:rsidRPr="0046304A" w:rsidRDefault="00313D58" w:rsidP="00313D58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</w:tcPr>
          <w:p w14:paraId="33AD99FE" w14:textId="77777777" w:rsidR="00313D58" w:rsidRPr="0046304A" w:rsidRDefault="00313D58" w:rsidP="00313D58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</w:tcBorders>
          </w:tcPr>
          <w:p w14:paraId="25F97586" w14:textId="77777777" w:rsidR="00313D58" w:rsidRPr="0046304A" w:rsidRDefault="00313D58" w:rsidP="00313D58">
            <w:pPr>
              <w:pStyle w:val="14"/>
              <w:shd w:val="clear" w:color="auto" w:fill="auto"/>
              <w:spacing w:before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6E1E5DC2" w14:textId="7657438B" w:rsidR="00313D58" w:rsidRPr="0046304A" w:rsidRDefault="00313D58" w:rsidP="00313D58">
            <w:pPr>
              <w:pStyle w:val="3"/>
              <w:tabs>
                <w:tab w:val="left" w:pos="708"/>
              </w:tabs>
              <w:ind w:left="34"/>
              <w:jc w:val="both"/>
              <w:rPr>
                <w:rStyle w:val="a8"/>
                <w:rFonts w:ascii="Times New Roman" w:hAnsi="Times New Roman"/>
                <w:b/>
                <w:bCs/>
                <w:sz w:val="24"/>
                <w:szCs w:val="24"/>
              </w:rPr>
            </w:pPr>
            <w:r w:rsidRPr="0046304A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Суб’єкти господарювання, що провадять діяльність у сфері</w:t>
            </w:r>
            <w:r w:rsidRPr="0046304A">
              <w:rPr>
                <w:rFonts w:ascii="Times New Roman" w:hAnsi="Times New Roman"/>
                <w:b w:val="0"/>
                <w:bCs w:val="0"/>
                <w:sz w:val="24"/>
                <w:szCs w:val="24"/>
                <w:lang w:eastAsia="zh-CN"/>
              </w:rPr>
              <w:t xml:space="preserve"> автомобільних, </w:t>
            </w:r>
            <w:r w:rsidRPr="0046304A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залізничних та повітряних </w:t>
            </w:r>
            <w:r w:rsidRPr="0046304A">
              <w:rPr>
                <w:rFonts w:ascii="Times New Roman" w:hAnsi="Times New Roman"/>
                <w:b w:val="0"/>
                <w:bCs w:val="0"/>
                <w:sz w:val="24"/>
                <w:szCs w:val="24"/>
                <w:lang w:eastAsia="zh-CN"/>
              </w:rPr>
              <w:t>перевезень</w:t>
            </w:r>
          </w:p>
        </w:tc>
      </w:tr>
      <w:tr w:rsidR="00313D58" w:rsidRPr="0046304A" w14:paraId="5CBA0042" w14:textId="77777777" w:rsidTr="00184C2E">
        <w:trPr>
          <w:trHeight w:val="70"/>
        </w:trPr>
        <w:tc>
          <w:tcPr>
            <w:tcW w:w="567" w:type="dxa"/>
            <w:vMerge/>
            <w:vAlign w:val="center"/>
          </w:tcPr>
          <w:p w14:paraId="5CEFE440" w14:textId="77777777" w:rsidR="00313D58" w:rsidRPr="0046304A" w:rsidRDefault="00313D58" w:rsidP="00313D58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vMerge/>
            <w:vAlign w:val="center"/>
          </w:tcPr>
          <w:p w14:paraId="7A1463CE" w14:textId="77777777" w:rsidR="00313D58" w:rsidRPr="0046304A" w:rsidRDefault="00313D58" w:rsidP="00313D58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vMerge/>
          </w:tcPr>
          <w:p w14:paraId="7B45E000" w14:textId="77777777" w:rsidR="00313D58" w:rsidRPr="0046304A" w:rsidRDefault="00313D58" w:rsidP="00313D58">
            <w:pPr>
              <w:pStyle w:val="14"/>
              <w:shd w:val="clear" w:color="auto" w:fill="auto"/>
              <w:spacing w:before="0"/>
              <w:ind w:left="34"/>
              <w:jc w:val="both"/>
              <w:rPr>
                <w:b w:val="0"/>
                <w:bCs w:val="0"/>
                <w:color w:val="FF0000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2AF5E1B" w14:textId="0CC71320" w:rsidR="00313D58" w:rsidRPr="0046304A" w:rsidRDefault="00313D58" w:rsidP="00313D58">
            <w:pPr>
              <w:spacing w:line="240" w:lineRule="auto"/>
              <w:rPr>
                <w:rStyle w:val="a8"/>
                <w:b w:val="0"/>
                <w:sz w:val="24"/>
                <w:szCs w:val="24"/>
              </w:rPr>
            </w:pPr>
            <w:r w:rsidRPr="0046304A">
              <w:rPr>
                <w:sz w:val="24"/>
                <w:szCs w:val="24"/>
              </w:rPr>
              <w:t>Суб’єкти господарювання, що провадять діяльність у сфері ремонту та технічного обслуговування автомобільної, інженерної та спеціальної техніки і засобів</w:t>
            </w:r>
          </w:p>
        </w:tc>
      </w:tr>
      <w:tr w:rsidR="00313D58" w:rsidRPr="0046304A" w14:paraId="6A42EBFA" w14:textId="77777777" w:rsidTr="00CD4632">
        <w:trPr>
          <w:trHeight w:val="562"/>
        </w:trPr>
        <w:tc>
          <w:tcPr>
            <w:tcW w:w="567" w:type="dxa"/>
            <w:vMerge/>
            <w:vAlign w:val="center"/>
          </w:tcPr>
          <w:p w14:paraId="66A8C4A2" w14:textId="77777777" w:rsidR="00313D58" w:rsidRPr="0046304A" w:rsidRDefault="00313D58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vMerge/>
            <w:vAlign w:val="center"/>
          </w:tcPr>
          <w:p w14:paraId="738C60D3" w14:textId="77777777" w:rsidR="00313D58" w:rsidRPr="0046304A" w:rsidRDefault="00313D58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vMerge/>
          </w:tcPr>
          <w:p w14:paraId="6B6B8705" w14:textId="77777777" w:rsidR="00313D58" w:rsidRPr="0046304A" w:rsidRDefault="00313D58">
            <w:pPr>
              <w:pStyle w:val="14"/>
              <w:shd w:val="clear" w:color="auto" w:fill="auto"/>
              <w:spacing w:before="0"/>
              <w:ind w:left="34"/>
              <w:jc w:val="both"/>
              <w:rPr>
                <w:b w:val="0"/>
                <w:bCs w:val="0"/>
                <w:color w:val="FF0000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1727BB23" w14:textId="77777777" w:rsidR="00313D58" w:rsidRPr="0046304A" w:rsidRDefault="00313D58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46304A">
              <w:rPr>
                <w:sz w:val="24"/>
                <w:szCs w:val="24"/>
              </w:rPr>
              <w:t xml:space="preserve">Суб’єкти господарювання будівельного та будівельно-експлуатаційного спрямування </w:t>
            </w:r>
          </w:p>
        </w:tc>
      </w:tr>
      <w:tr w:rsidR="00313D58" w:rsidRPr="0046304A" w14:paraId="3B1CACEE" w14:textId="77777777" w:rsidTr="00CD4632">
        <w:trPr>
          <w:trHeight w:val="562"/>
        </w:trPr>
        <w:tc>
          <w:tcPr>
            <w:tcW w:w="567" w:type="dxa"/>
            <w:vMerge/>
            <w:vAlign w:val="center"/>
          </w:tcPr>
          <w:p w14:paraId="4B165111" w14:textId="77777777" w:rsidR="00313D58" w:rsidRPr="0046304A" w:rsidRDefault="00313D58" w:rsidP="00313D58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vMerge/>
            <w:vAlign w:val="center"/>
          </w:tcPr>
          <w:p w14:paraId="3230D9C2" w14:textId="77777777" w:rsidR="00313D58" w:rsidRPr="0046304A" w:rsidRDefault="00313D58" w:rsidP="00313D58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vMerge/>
          </w:tcPr>
          <w:p w14:paraId="171EC67D" w14:textId="77777777" w:rsidR="00313D58" w:rsidRPr="0046304A" w:rsidRDefault="00313D58" w:rsidP="00313D58">
            <w:pPr>
              <w:pStyle w:val="14"/>
              <w:shd w:val="clear" w:color="auto" w:fill="auto"/>
              <w:spacing w:before="0"/>
              <w:ind w:left="34"/>
              <w:jc w:val="both"/>
              <w:rPr>
                <w:b w:val="0"/>
                <w:bCs w:val="0"/>
                <w:color w:val="FF0000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12B1692D" w14:textId="7651485E" w:rsidR="00313D58" w:rsidRPr="0046304A" w:rsidRDefault="00313D58" w:rsidP="00313D58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46304A">
              <w:rPr>
                <w:rStyle w:val="212pt"/>
              </w:rPr>
              <w:t>Служба відновлення та розвитку інфраструктури у Львівській області</w:t>
            </w:r>
          </w:p>
        </w:tc>
      </w:tr>
      <w:tr w:rsidR="00313D58" w:rsidRPr="0046304A" w14:paraId="780F8FBF" w14:textId="77777777" w:rsidTr="00CD4632">
        <w:trPr>
          <w:trHeight w:val="562"/>
        </w:trPr>
        <w:tc>
          <w:tcPr>
            <w:tcW w:w="567" w:type="dxa"/>
            <w:vMerge/>
            <w:vAlign w:val="center"/>
          </w:tcPr>
          <w:p w14:paraId="487E6E72" w14:textId="77777777" w:rsidR="00313D58" w:rsidRPr="0046304A" w:rsidRDefault="00313D58" w:rsidP="00313D58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vMerge/>
            <w:vAlign w:val="center"/>
          </w:tcPr>
          <w:p w14:paraId="355FF7B0" w14:textId="77777777" w:rsidR="00313D58" w:rsidRPr="0046304A" w:rsidRDefault="00313D58" w:rsidP="00313D58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vMerge/>
          </w:tcPr>
          <w:p w14:paraId="3DADE079" w14:textId="77777777" w:rsidR="00313D58" w:rsidRPr="0046304A" w:rsidRDefault="00313D58" w:rsidP="00313D58">
            <w:pPr>
              <w:pStyle w:val="14"/>
              <w:shd w:val="clear" w:color="auto" w:fill="auto"/>
              <w:spacing w:before="0"/>
              <w:ind w:left="34"/>
              <w:jc w:val="both"/>
              <w:rPr>
                <w:b w:val="0"/>
                <w:bCs w:val="0"/>
                <w:color w:val="FF0000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52894B03" w14:textId="275228A0" w:rsidR="00313D58" w:rsidRPr="0046304A" w:rsidRDefault="00313D58" w:rsidP="00313D58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46304A">
              <w:rPr>
                <w:sz w:val="24"/>
                <w:szCs w:val="24"/>
              </w:rPr>
              <w:t>Суб’єкти господарювання, що провадять діяльність у галузі дорожнього господарства</w:t>
            </w:r>
          </w:p>
        </w:tc>
      </w:tr>
      <w:tr w:rsidR="00313D58" w:rsidRPr="0046304A" w14:paraId="6B3AED69" w14:textId="77777777" w:rsidTr="00CD4632">
        <w:trPr>
          <w:trHeight w:val="562"/>
        </w:trPr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14:paraId="19D7A3BF" w14:textId="77777777" w:rsidR="00313D58" w:rsidRPr="0046304A" w:rsidRDefault="00313D58" w:rsidP="00313D58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vAlign w:val="center"/>
          </w:tcPr>
          <w:p w14:paraId="00B1A06C" w14:textId="77777777" w:rsidR="00313D58" w:rsidRPr="0046304A" w:rsidRDefault="00313D58" w:rsidP="00313D58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14:paraId="3963EE08" w14:textId="77777777" w:rsidR="00313D58" w:rsidRPr="0046304A" w:rsidRDefault="00313D58" w:rsidP="00313D58">
            <w:pPr>
              <w:pStyle w:val="14"/>
              <w:shd w:val="clear" w:color="auto" w:fill="auto"/>
              <w:spacing w:before="0"/>
              <w:ind w:left="34"/>
              <w:jc w:val="both"/>
              <w:rPr>
                <w:b w:val="0"/>
                <w:bCs w:val="0"/>
                <w:color w:val="FF0000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49AF757C" w14:textId="15ED39F3" w:rsidR="00313D58" w:rsidRPr="0046304A" w:rsidRDefault="00313D58" w:rsidP="00313D58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46304A">
              <w:rPr>
                <w:sz w:val="24"/>
                <w:szCs w:val="28"/>
                <w:lang w:bidi="uk-UA"/>
              </w:rPr>
              <w:t>Громадська організація «Львівська обласна організація товариства Червоного Хреста України»</w:t>
            </w:r>
          </w:p>
        </w:tc>
      </w:tr>
      <w:tr w:rsidR="00CC65C6" w:rsidRPr="0046304A" w14:paraId="147A0DF9" w14:textId="77777777">
        <w:trPr>
          <w:trHeight w:val="562"/>
        </w:trPr>
        <w:tc>
          <w:tcPr>
            <w:tcW w:w="567" w:type="dxa"/>
            <w:vMerge w:val="restart"/>
            <w:tcBorders>
              <w:top w:val="nil"/>
            </w:tcBorders>
          </w:tcPr>
          <w:p w14:paraId="2463D3DA" w14:textId="77777777" w:rsidR="00CC65C6" w:rsidRPr="0046304A" w:rsidRDefault="00CA7433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  <w:r w:rsidRPr="0046304A">
              <w:rPr>
                <w:color w:val="auto"/>
                <w:spacing w:val="0"/>
                <w:sz w:val="24"/>
                <w:szCs w:val="24"/>
              </w:rPr>
              <w:t>5.</w:t>
            </w:r>
          </w:p>
        </w:tc>
        <w:tc>
          <w:tcPr>
            <w:tcW w:w="3543" w:type="dxa"/>
            <w:vMerge w:val="restart"/>
            <w:tcBorders>
              <w:top w:val="nil"/>
            </w:tcBorders>
          </w:tcPr>
          <w:p w14:paraId="24C3199B" w14:textId="77777777" w:rsidR="00CC65C6" w:rsidRPr="0046304A" w:rsidRDefault="00CA7433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  <w:r w:rsidRPr="0046304A">
              <w:rPr>
                <w:b/>
                <w:sz w:val="24"/>
                <w:szCs w:val="24"/>
              </w:rPr>
              <w:t>Спеціалізована служба матеріального забезпечення</w:t>
            </w:r>
          </w:p>
        </w:tc>
        <w:tc>
          <w:tcPr>
            <w:tcW w:w="4678" w:type="dxa"/>
            <w:vMerge w:val="restart"/>
            <w:tcBorders>
              <w:top w:val="nil"/>
            </w:tcBorders>
          </w:tcPr>
          <w:p w14:paraId="6BBA06C1" w14:textId="77777777" w:rsidR="00CC65C6" w:rsidRPr="0046304A" w:rsidRDefault="00CA7433">
            <w:pPr>
              <w:pStyle w:val="14"/>
              <w:shd w:val="clear" w:color="auto" w:fill="auto"/>
              <w:spacing w:before="0"/>
              <w:ind w:left="34"/>
              <w:jc w:val="both"/>
              <w:rPr>
                <w:b w:val="0"/>
                <w:bCs w:val="0"/>
                <w:color w:val="FF0000"/>
                <w:spacing w:val="0"/>
                <w:sz w:val="24"/>
                <w:szCs w:val="24"/>
              </w:rPr>
            </w:pPr>
            <w:hyperlink r:id="rId10" w:history="1">
              <w:r w:rsidRPr="0046304A">
                <w:rPr>
                  <w:rStyle w:val="a6"/>
                  <w:b w:val="0"/>
                  <w:color w:val="auto"/>
                  <w:spacing w:val="0"/>
                  <w:sz w:val="24"/>
                  <w:szCs w:val="24"/>
                  <w:u w:val="none"/>
                </w:rPr>
                <w:t>Департамент економічної політики</w:t>
              </w:r>
            </w:hyperlink>
            <w:r w:rsidRPr="0046304A">
              <w:rPr>
                <w:b w:val="0"/>
                <w:color w:val="auto"/>
                <w:spacing w:val="0"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5AA203D6" w14:textId="77777777" w:rsidR="00CC65C6" w:rsidRPr="0046304A" w:rsidRDefault="00CA7433">
            <w:pPr>
              <w:suppressAutoHyphens/>
              <w:spacing w:line="240" w:lineRule="auto"/>
              <w:rPr>
                <w:sz w:val="24"/>
                <w:szCs w:val="24"/>
              </w:rPr>
            </w:pPr>
            <w:hyperlink r:id="rId11" w:history="1">
              <w:r w:rsidRPr="0046304A">
                <w:rPr>
                  <w:rStyle w:val="a6"/>
                  <w:color w:val="auto"/>
                  <w:sz w:val="24"/>
                  <w:szCs w:val="24"/>
                  <w:u w:val="none"/>
                </w:rPr>
                <w:t>Департамент економічної політики</w:t>
              </w:r>
            </w:hyperlink>
            <w:r w:rsidRPr="0046304A">
              <w:rPr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CC65C6" w:rsidRPr="0046304A" w14:paraId="7F337EB9" w14:textId="77777777">
        <w:tc>
          <w:tcPr>
            <w:tcW w:w="567" w:type="dxa"/>
            <w:vMerge/>
            <w:vAlign w:val="center"/>
          </w:tcPr>
          <w:p w14:paraId="2976CC25" w14:textId="77777777" w:rsidR="00CC65C6" w:rsidRPr="0046304A" w:rsidRDefault="00CC65C6">
            <w:pPr>
              <w:autoSpaceDE/>
              <w:spacing w:line="240" w:lineRule="auto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vMerge/>
            <w:vAlign w:val="center"/>
          </w:tcPr>
          <w:p w14:paraId="4D82743E" w14:textId="77777777" w:rsidR="00CC65C6" w:rsidRPr="0046304A" w:rsidRDefault="00CC65C6">
            <w:pPr>
              <w:autoSpaceDE/>
              <w:spacing w:line="240" w:lineRule="auto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vMerge/>
          </w:tcPr>
          <w:p w14:paraId="20B24F55" w14:textId="77777777" w:rsidR="00CC65C6" w:rsidRPr="0046304A" w:rsidRDefault="00CC65C6">
            <w:pPr>
              <w:pStyle w:val="14"/>
              <w:shd w:val="clear" w:color="auto" w:fill="auto"/>
              <w:spacing w:before="0"/>
              <w:ind w:left="0" w:right="33"/>
              <w:jc w:val="both"/>
              <w:rPr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14:paraId="739A3D6D" w14:textId="77777777" w:rsidR="00CC65C6" w:rsidRPr="0046304A" w:rsidRDefault="00CA7433">
            <w:pPr>
              <w:tabs>
                <w:tab w:val="left" w:pos="3328"/>
              </w:tabs>
              <w:suppressAutoHyphens/>
              <w:spacing w:line="240" w:lineRule="auto"/>
              <w:rPr>
                <w:color w:val="FF0000"/>
                <w:sz w:val="24"/>
                <w:szCs w:val="24"/>
                <w:lang w:eastAsia="zh-CN"/>
              </w:rPr>
            </w:pPr>
            <w:r w:rsidRPr="0046304A">
              <w:rPr>
                <w:sz w:val="24"/>
                <w:szCs w:val="24"/>
              </w:rPr>
              <w:t xml:space="preserve">Суб’єкти господарювання, що здійснюють свою діяльність </w:t>
            </w:r>
            <w:r w:rsidRPr="0046304A">
              <w:rPr>
                <w:sz w:val="24"/>
                <w:szCs w:val="24"/>
                <w:lang w:eastAsia="zh-CN"/>
              </w:rPr>
              <w:t>у сфері торгівлі та харчування</w:t>
            </w:r>
            <w:r w:rsidRPr="0046304A">
              <w:rPr>
                <w:sz w:val="24"/>
                <w:szCs w:val="24"/>
              </w:rPr>
              <w:t>, виробництва та постачання питної води, продовольства та речового майна, будівельних матеріалів, робочого інвентарю і спеціального одягу, засобів радіаційного та хімічного захисту, засобів і послуг зв’язку, медико-санітарного майна, дегазаційних, пально-мастильних та інших матеріалів</w:t>
            </w:r>
          </w:p>
        </w:tc>
      </w:tr>
      <w:tr w:rsidR="00CC65C6" w:rsidRPr="0046304A" w14:paraId="63EB0AB7" w14:textId="77777777"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14:paraId="7591706C" w14:textId="77777777" w:rsidR="00CC65C6" w:rsidRPr="0046304A" w:rsidRDefault="00CC65C6">
            <w:pPr>
              <w:autoSpaceDE/>
              <w:spacing w:line="240" w:lineRule="auto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vAlign w:val="center"/>
          </w:tcPr>
          <w:p w14:paraId="6792CAC1" w14:textId="77777777" w:rsidR="00CC65C6" w:rsidRPr="0046304A" w:rsidRDefault="00CC65C6">
            <w:pPr>
              <w:autoSpaceDE/>
              <w:spacing w:line="240" w:lineRule="auto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14:paraId="05794122" w14:textId="77777777" w:rsidR="00CC65C6" w:rsidRPr="0046304A" w:rsidRDefault="00CC65C6">
            <w:pPr>
              <w:pStyle w:val="14"/>
              <w:shd w:val="clear" w:color="auto" w:fill="auto"/>
              <w:spacing w:before="0"/>
              <w:ind w:left="0" w:right="33"/>
              <w:jc w:val="both"/>
              <w:rPr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7C461DD" w14:textId="77777777" w:rsidR="00CC65C6" w:rsidRPr="0046304A" w:rsidRDefault="00CA7433">
            <w:pPr>
              <w:tabs>
                <w:tab w:val="left" w:pos="3328"/>
              </w:tabs>
              <w:suppressAutoHyphens/>
              <w:spacing w:line="240" w:lineRule="auto"/>
              <w:rPr>
                <w:sz w:val="24"/>
                <w:szCs w:val="28"/>
                <w:lang w:bidi="uk-UA"/>
              </w:rPr>
            </w:pPr>
            <w:r w:rsidRPr="0046304A">
              <w:rPr>
                <w:sz w:val="24"/>
                <w:szCs w:val="28"/>
                <w:lang w:bidi="uk-UA"/>
              </w:rPr>
              <w:t>Громадська організація «Львівська обласна організація товариства Червоного Хреста України»</w:t>
            </w:r>
          </w:p>
        </w:tc>
      </w:tr>
      <w:tr w:rsidR="00CC65C6" w:rsidRPr="0046304A" w14:paraId="42C7B696" w14:textId="77777777">
        <w:tc>
          <w:tcPr>
            <w:tcW w:w="567" w:type="dxa"/>
            <w:vMerge w:val="restart"/>
          </w:tcPr>
          <w:p w14:paraId="4B06E77F" w14:textId="77777777" w:rsidR="00CC65C6" w:rsidRPr="0046304A" w:rsidRDefault="00CA7433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  <w:r w:rsidRPr="0046304A">
              <w:rPr>
                <w:color w:val="auto"/>
                <w:spacing w:val="0"/>
                <w:sz w:val="24"/>
                <w:szCs w:val="24"/>
              </w:rPr>
              <w:t>6.</w:t>
            </w:r>
          </w:p>
        </w:tc>
        <w:tc>
          <w:tcPr>
            <w:tcW w:w="3543" w:type="dxa"/>
            <w:vMerge w:val="restart"/>
          </w:tcPr>
          <w:p w14:paraId="62EBC4E2" w14:textId="77777777" w:rsidR="00CC65C6" w:rsidRPr="0046304A" w:rsidRDefault="00CA7433">
            <w:pPr>
              <w:pStyle w:val="14"/>
              <w:shd w:val="clear" w:color="auto" w:fill="auto"/>
              <w:spacing w:before="0"/>
              <w:ind w:left="0"/>
              <w:jc w:val="left"/>
              <w:rPr>
                <w:color w:val="auto"/>
                <w:spacing w:val="0"/>
                <w:sz w:val="24"/>
                <w:szCs w:val="24"/>
              </w:rPr>
            </w:pPr>
            <w:r w:rsidRPr="0046304A">
              <w:rPr>
                <w:color w:val="auto"/>
                <w:spacing w:val="0"/>
                <w:sz w:val="24"/>
                <w:szCs w:val="24"/>
              </w:rPr>
              <w:t>Медична спеціалізована служба</w:t>
            </w:r>
          </w:p>
        </w:tc>
        <w:tc>
          <w:tcPr>
            <w:tcW w:w="4678" w:type="dxa"/>
            <w:vMerge w:val="restart"/>
          </w:tcPr>
          <w:p w14:paraId="09ECF277" w14:textId="77777777" w:rsidR="00CC65C6" w:rsidRPr="0046304A" w:rsidRDefault="00CA7433">
            <w:pPr>
              <w:pStyle w:val="14"/>
              <w:shd w:val="clear" w:color="auto" w:fill="auto"/>
              <w:spacing w:before="0"/>
              <w:ind w:left="0"/>
              <w:jc w:val="left"/>
              <w:rPr>
                <w:b w:val="0"/>
                <w:bCs w:val="0"/>
                <w:color w:val="auto"/>
                <w:spacing w:val="0"/>
                <w:sz w:val="24"/>
                <w:szCs w:val="24"/>
              </w:rPr>
            </w:pPr>
            <w:hyperlink r:id="rId12" w:history="1">
              <w:r w:rsidRPr="0046304A">
                <w:rPr>
                  <w:rStyle w:val="a6"/>
                  <w:b w:val="0"/>
                  <w:bCs w:val="0"/>
                  <w:color w:val="auto"/>
                  <w:spacing w:val="0"/>
                  <w:sz w:val="24"/>
                  <w:szCs w:val="24"/>
                  <w:u w:val="none"/>
                </w:rPr>
                <w:t>Департамент охорони здоров’я</w:t>
              </w:r>
            </w:hyperlink>
            <w:r w:rsidRPr="0046304A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 xml:space="preserve"> </w:t>
            </w:r>
            <w:r w:rsidRPr="0046304A">
              <w:rPr>
                <w:b w:val="0"/>
                <w:color w:val="auto"/>
                <w:spacing w:val="0"/>
                <w:sz w:val="24"/>
                <w:szCs w:val="24"/>
              </w:rPr>
              <w:t>обласної державної адміністрації</w:t>
            </w:r>
          </w:p>
        </w:tc>
        <w:tc>
          <w:tcPr>
            <w:tcW w:w="5670" w:type="dxa"/>
          </w:tcPr>
          <w:p w14:paraId="621E62F8" w14:textId="77777777" w:rsidR="00CC65C6" w:rsidRPr="0046304A" w:rsidRDefault="00CA7433">
            <w:pPr>
              <w:pStyle w:val="ae"/>
              <w:spacing w:after="0" w:line="240" w:lineRule="auto"/>
              <w:rPr>
                <w:sz w:val="24"/>
                <w:szCs w:val="24"/>
                <w:shd w:val="clear" w:color="auto" w:fill="FFFFFF"/>
              </w:rPr>
            </w:pPr>
            <w:hyperlink r:id="rId13" w:history="1">
              <w:r w:rsidRPr="0046304A">
                <w:rPr>
                  <w:rStyle w:val="a6"/>
                  <w:color w:val="auto"/>
                  <w:sz w:val="24"/>
                  <w:szCs w:val="24"/>
                  <w:u w:val="none"/>
                </w:rPr>
                <w:t>Департамент охорони здоров’я</w:t>
              </w:r>
            </w:hyperlink>
            <w:r w:rsidRPr="0046304A">
              <w:rPr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CC65C6" w:rsidRPr="0046304A" w14:paraId="5E7523C8" w14:textId="77777777">
        <w:tc>
          <w:tcPr>
            <w:tcW w:w="567" w:type="dxa"/>
            <w:vMerge/>
            <w:tcBorders>
              <w:bottom w:val="nil"/>
            </w:tcBorders>
          </w:tcPr>
          <w:p w14:paraId="02B460F4" w14:textId="77777777" w:rsidR="00CC65C6" w:rsidRPr="0046304A" w:rsidRDefault="00CC65C6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bottom w:val="nil"/>
            </w:tcBorders>
          </w:tcPr>
          <w:p w14:paraId="5CF8168E" w14:textId="77777777" w:rsidR="00CC65C6" w:rsidRPr="0046304A" w:rsidRDefault="00CC65C6">
            <w:pPr>
              <w:pStyle w:val="14"/>
              <w:shd w:val="clear" w:color="auto" w:fill="auto"/>
              <w:spacing w:before="0"/>
              <w:ind w:left="0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bottom w:val="nil"/>
            </w:tcBorders>
          </w:tcPr>
          <w:p w14:paraId="34861BFB" w14:textId="77777777" w:rsidR="00CC65C6" w:rsidRPr="0046304A" w:rsidRDefault="00CC65C6">
            <w:pPr>
              <w:pStyle w:val="14"/>
              <w:shd w:val="clear" w:color="auto" w:fill="auto"/>
              <w:spacing w:before="0"/>
              <w:ind w:left="0"/>
              <w:jc w:val="left"/>
            </w:pPr>
          </w:p>
        </w:tc>
        <w:tc>
          <w:tcPr>
            <w:tcW w:w="5670" w:type="dxa"/>
          </w:tcPr>
          <w:p w14:paraId="17EC4739" w14:textId="77777777" w:rsidR="00CC65C6" w:rsidRPr="0046304A" w:rsidRDefault="00CA7433">
            <w:pPr>
              <w:pStyle w:val="ae"/>
              <w:spacing w:after="0" w:line="240" w:lineRule="auto"/>
              <w:rPr>
                <w:sz w:val="24"/>
                <w:szCs w:val="24"/>
              </w:rPr>
            </w:pPr>
            <w:r w:rsidRPr="0046304A">
              <w:rPr>
                <w:sz w:val="24"/>
                <w:szCs w:val="24"/>
              </w:rPr>
              <w:t xml:space="preserve">Державна установа “Львівський обласний центр контролю та профілактики </w:t>
            </w:r>
            <w:proofErr w:type="spellStart"/>
            <w:r w:rsidRPr="0046304A">
              <w:rPr>
                <w:sz w:val="24"/>
                <w:szCs w:val="24"/>
              </w:rPr>
              <w:t>хвороб</w:t>
            </w:r>
            <w:proofErr w:type="spellEnd"/>
            <w:r w:rsidRPr="0046304A">
              <w:rPr>
                <w:sz w:val="24"/>
                <w:szCs w:val="24"/>
              </w:rPr>
              <w:t xml:space="preserve"> </w:t>
            </w:r>
            <w:r w:rsidRPr="0046304A">
              <w:rPr>
                <w:sz w:val="24"/>
                <w:szCs w:val="24"/>
                <w:shd w:val="clear" w:color="auto" w:fill="FFFFFF"/>
              </w:rPr>
              <w:t>Міністерства охорони здоров’я України” (за згодою)</w:t>
            </w:r>
          </w:p>
        </w:tc>
      </w:tr>
      <w:tr w:rsidR="00CC65C6" w:rsidRPr="0046304A" w14:paraId="5534C174" w14:textId="77777777">
        <w:tc>
          <w:tcPr>
            <w:tcW w:w="567" w:type="dxa"/>
            <w:vMerge w:val="restart"/>
            <w:tcBorders>
              <w:top w:val="nil"/>
            </w:tcBorders>
          </w:tcPr>
          <w:p w14:paraId="4EEA93D6" w14:textId="77777777" w:rsidR="00CC65C6" w:rsidRPr="0046304A" w:rsidRDefault="00CC65C6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14:paraId="18364CF7" w14:textId="77777777" w:rsidR="00CC65C6" w:rsidRPr="0046304A" w:rsidRDefault="00CC65C6">
            <w:pPr>
              <w:pStyle w:val="14"/>
              <w:shd w:val="clear" w:color="auto" w:fill="auto"/>
              <w:spacing w:before="0"/>
              <w:ind w:left="0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</w:tcPr>
          <w:p w14:paraId="7633597F" w14:textId="77777777" w:rsidR="00CC65C6" w:rsidRPr="0046304A" w:rsidRDefault="00CC65C6">
            <w:pPr>
              <w:pStyle w:val="14"/>
              <w:spacing w:before="0"/>
              <w:ind w:left="0"/>
              <w:jc w:val="both"/>
            </w:pPr>
          </w:p>
        </w:tc>
        <w:tc>
          <w:tcPr>
            <w:tcW w:w="5670" w:type="dxa"/>
          </w:tcPr>
          <w:p w14:paraId="2AFD5F10" w14:textId="77777777" w:rsidR="00CC65C6" w:rsidRPr="0046304A" w:rsidRDefault="00CA7433">
            <w:pPr>
              <w:pStyle w:val="ae"/>
              <w:spacing w:after="0" w:line="240" w:lineRule="auto"/>
              <w:jc w:val="left"/>
              <w:rPr>
                <w:sz w:val="24"/>
                <w:szCs w:val="24"/>
              </w:rPr>
            </w:pPr>
            <w:r w:rsidRPr="0046304A">
              <w:rPr>
                <w:sz w:val="24"/>
                <w:szCs w:val="24"/>
                <w:shd w:val="clear" w:color="auto" w:fill="FFFFFF"/>
              </w:rPr>
              <w:t xml:space="preserve">Комунальне некомерційне підприємство Львівської обласної ради </w:t>
            </w:r>
            <w:r w:rsidRPr="0046304A">
              <w:rPr>
                <w:sz w:val="24"/>
                <w:szCs w:val="24"/>
              </w:rPr>
              <w:t>“Львівський обласний центр екстреної медичної допомоги та медицини катастроф”</w:t>
            </w:r>
          </w:p>
        </w:tc>
      </w:tr>
      <w:tr w:rsidR="00781BF2" w:rsidRPr="0046304A" w14:paraId="2C449F1C" w14:textId="77777777" w:rsidTr="00781BF2">
        <w:trPr>
          <w:trHeight w:val="356"/>
        </w:trPr>
        <w:tc>
          <w:tcPr>
            <w:tcW w:w="567" w:type="dxa"/>
            <w:vMerge/>
          </w:tcPr>
          <w:p w14:paraId="63EE5468" w14:textId="77777777" w:rsidR="00781BF2" w:rsidRPr="0046304A" w:rsidRDefault="00781BF2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14:paraId="49290EBE" w14:textId="77777777" w:rsidR="00781BF2" w:rsidRPr="0046304A" w:rsidRDefault="00781BF2">
            <w:pPr>
              <w:pStyle w:val="14"/>
              <w:shd w:val="clear" w:color="auto" w:fill="auto"/>
              <w:spacing w:before="0"/>
              <w:ind w:left="0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</w:tcBorders>
          </w:tcPr>
          <w:p w14:paraId="47277D9E" w14:textId="77777777" w:rsidR="00781BF2" w:rsidRPr="0046304A" w:rsidRDefault="00781BF2">
            <w:pPr>
              <w:pStyle w:val="14"/>
              <w:spacing w:before="0"/>
              <w:ind w:left="0"/>
              <w:jc w:val="both"/>
            </w:pPr>
          </w:p>
        </w:tc>
        <w:tc>
          <w:tcPr>
            <w:tcW w:w="5670" w:type="dxa"/>
          </w:tcPr>
          <w:p w14:paraId="510AF422" w14:textId="77777777" w:rsidR="00781BF2" w:rsidRPr="0046304A" w:rsidRDefault="00781BF2">
            <w:pPr>
              <w:pStyle w:val="ae"/>
              <w:spacing w:after="0" w:line="240" w:lineRule="auto"/>
              <w:jc w:val="left"/>
              <w:rPr>
                <w:sz w:val="24"/>
                <w:szCs w:val="24"/>
                <w:lang w:eastAsia="zh-CN"/>
              </w:rPr>
            </w:pPr>
            <w:r w:rsidRPr="0046304A">
              <w:rPr>
                <w:sz w:val="24"/>
                <w:szCs w:val="24"/>
              </w:rPr>
              <w:t>Заклади охорони здоров’я Львівської області</w:t>
            </w:r>
          </w:p>
        </w:tc>
      </w:tr>
      <w:tr w:rsidR="00CC65C6" w:rsidRPr="0046304A" w14:paraId="5415067A" w14:textId="77777777">
        <w:trPr>
          <w:trHeight w:val="4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676591" w14:textId="5D7D9C9E" w:rsidR="00CC65C6" w:rsidRPr="0046304A" w:rsidRDefault="00313D58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  <w:r w:rsidRPr="0046304A">
              <w:rPr>
                <w:color w:val="auto"/>
                <w:spacing w:val="0"/>
                <w:sz w:val="24"/>
                <w:szCs w:val="24"/>
              </w:rPr>
              <w:t>7</w:t>
            </w:r>
            <w:r w:rsidR="00CA7433" w:rsidRPr="0046304A">
              <w:rPr>
                <w:color w:val="auto"/>
                <w:spacing w:val="0"/>
                <w:sz w:val="24"/>
                <w:szCs w:val="24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B027B2" w14:textId="77777777" w:rsidR="00CC65C6" w:rsidRPr="0046304A" w:rsidRDefault="00CA7433">
            <w:pPr>
              <w:pStyle w:val="14"/>
              <w:shd w:val="clear" w:color="auto" w:fill="auto"/>
              <w:spacing w:before="0"/>
              <w:ind w:left="0"/>
              <w:jc w:val="left"/>
              <w:rPr>
                <w:color w:val="auto"/>
                <w:spacing w:val="0"/>
                <w:sz w:val="24"/>
                <w:szCs w:val="24"/>
              </w:rPr>
            </w:pPr>
            <w:r w:rsidRPr="0046304A">
              <w:rPr>
                <w:color w:val="auto"/>
                <w:spacing w:val="0"/>
                <w:sz w:val="24"/>
                <w:szCs w:val="24"/>
              </w:rPr>
              <w:t>Спеціалізована служба зв’язку та оповіщення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EF9E19" w14:textId="77777777" w:rsidR="00CC65C6" w:rsidRPr="0046304A" w:rsidRDefault="00CA7433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4"/>
              </w:rPr>
            </w:pPr>
            <w:r w:rsidRPr="0046304A">
              <w:rPr>
                <w:b w:val="0"/>
                <w:spacing w:val="0"/>
                <w:sz w:val="24"/>
                <w:szCs w:val="24"/>
              </w:rPr>
              <w:t xml:space="preserve">Управління з питань цифрового розвитку </w:t>
            </w:r>
            <w:r w:rsidRPr="0046304A">
              <w:rPr>
                <w:b w:val="0"/>
                <w:color w:val="auto"/>
                <w:spacing w:val="0"/>
                <w:sz w:val="24"/>
                <w:szCs w:val="24"/>
              </w:rPr>
              <w:t>обласної державної адміністрації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0090F509" w14:textId="77777777" w:rsidR="00CC65C6" w:rsidRPr="0046304A" w:rsidRDefault="00CA7433">
            <w:pPr>
              <w:spacing w:line="240" w:lineRule="auto"/>
              <w:rPr>
                <w:sz w:val="24"/>
                <w:szCs w:val="24"/>
              </w:rPr>
            </w:pPr>
            <w:r w:rsidRPr="0046304A">
              <w:rPr>
                <w:sz w:val="24"/>
                <w:szCs w:val="24"/>
              </w:rPr>
              <w:t>Управління з питань цифрового розвитку</w:t>
            </w:r>
            <w:r w:rsidRPr="0046304A">
              <w:rPr>
                <w:b/>
                <w:sz w:val="24"/>
                <w:szCs w:val="24"/>
              </w:rPr>
              <w:t xml:space="preserve"> </w:t>
            </w:r>
            <w:r w:rsidRPr="0046304A">
              <w:rPr>
                <w:sz w:val="24"/>
                <w:szCs w:val="24"/>
              </w:rPr>
              <w:t>обласної державної адміністрації</w:t>
            </w:r>
          </w:p>
        </w:tc>
      </w:tr>
      <w:tr w:rsidR="00CC65C6" w:rsidRPr="0046304A" w14:paraId="0BA08801" w14:textId="77777777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A6569B" w14:textId="77777777" w:rsidR="00CC65C6" w:rsidRPr="0046304A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5546E9" w14:textId="77777777" w:rsidR="00CC65C6" w:rsidRPr="0046304A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E20DF" w14:textId="77777777" w:rsidR="00CC65C6" w:rsidRPr="0046304A" w:rsidRDefault="00CC65C6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22900F1D" w14:textId="77777777" w:rsidR="00CC65C6" w:rsidRPr="0046304A" w:rsidRDefault="00CA7433">
            <w:pPr>
              <w:spacing w:line="240" w:lineRule="auto"/>
              <w:rPr>
                <w:sz w:val="24"/>
                <w:szCs w:val="24"/>
              </w:rPr>
            </w:pPr>
            <w:r w:rsidRPr="0046304A">
              <w:rPr>
                <w:sz w:val="24"/>
                <w:szCs w:val="24"/>
              </w:rPr>
              <w:t xml:space="preserve">Департамент з питань цивільного захисту </w:t>
            </w:r>
            <w:r w:rsidRPr="0046304A">
              <w:rPr>
                <w:color w:val="000000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CC65C6" w:rsidRPr="0046304A" w14:paraId="05311B8F" w14:textId="77777777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8E583F" w14:textId="77777777" w:rsidR="00CC65C6" w:rsidRPr="0046304A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DC201B" w14:textId="77777777" w:rsidR="00CC65C6" w:rsidRPr="0046304A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C8A6FD" w14:textId="77777777" w:rsidR="00CC65C6" w:rsidRPr="0046304A" w:rsidRDefault="00CC65C6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76BB296C" w14:textId="77777777" w:rsidR="00CC65C6" w:rsidRPr="0046304A" w:rsidRDefault="00CA7433">
            <w:pPr>
              <w:spacing w:line="240" w:lineRule="auto"/>
              <w:rPr>
                <w:sz w:val="24"/>
                <w:szCs w:val="24"/>
              </w:rPr>
            </w:pPr>
            <w:r w:rsidRPr="0046304A">
              <w:rPr>
                <w:sz w:val="24"/>
                <w:szCs w:val="24"/>
              </w:rPr>
              <w:t xml:space="preserve">Управління </w:t>
            </w:r>
            <w:proofErr w:type="spellStart"/>
            <w:r w:rsidRPr="0046304A">
              <w:rPr>
                <w:sz w:val="24"/>
                <w:szCs w:val="24"/>
              </w:rPr>
              <w:t>Держспецзв’язку</w:t>
            </w:r>
            <w:proofErr w:type="spellEnd"/>
            <w:r w:rsidRPr="0046304A">
              <w:rPr>
                <w:sz w:val="24"/>
                <w:szCs w:val="24"/>
              </w:rPr>
              <w:t xml:space="preserve"> України у Львівський області</w:t>
            </w:r>
          </w:p>
        </w:tc>
      </w:tr>
      <w:tr w:rsidR="00CC65C6" w:rsidRPr="0046304A" w14:paraId="7622AF14" w14:textId="77777777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FAF239" w14:textId="77777777" w:rsidR="00CC65C6" w:rsidRPr="0046304A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2B542B" w14:textId="77777777" w:rsidR="00CC65C6" w:rsidRPr="0046304A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8B8D4" w14:textId="77777777" w:rsidR="00CC65C6" w:rsidRPr="0046304A" w:rsidRDefault="00CC65C6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5EE79A98" w14:textId="77777777" w:rsidR="00CC65C6" w:rsidRPr="0046304A" w:rsidRDefault="00CA7433">
            <w:pPr>
              <w:spacing w:line="240" w:lineRule="auto"/>
              <w:rPr>
                <w:sz w:val="24"/>
                <w:szCs w:val="24"/>
              </w:rPr>
            </w:pPr>
            <w:r w:rsidRPr="0046304A">
              <w:rPr>
                <w:sz w:val="24"/>
                <w:szCs w:val="24"/>
              </w:rPr>
              <w:t>Головне управління ДСНС України у Львівській області (за згодою)</w:t>
            </w:r>
          </w:p>
        </w:tc>
      </w:tr>
      <w:tr w:rsidR="00CC65C6" w:rsidRPr="0046304A" w14:paraId="27F4DCE7" w14:textId="77777777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A387C1" w14:textId="77777777" w:rsidR="00CC65C6" w:rsidRPr="0046304A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9BC9C3" w14:textId="77777777" w:rsidR="00CC65C6" w:rsidRPr="0046304A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7FEBA" w14:textId="77777777" w:rsidR="00CC65C6" w:rsidRPr="0046304A" w:rsidRDefault="00CC65C6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7C140AF2" w14:textId="77777777" w:rsidR="00CC65C6" w:rsidRPr="0046304A" w:rsidRDefault="00CA7433">
            <w:pPr>
              <w:spacing w:line="240" w:lineRule="auto"/>
              <w:rPr>
                <w:sz w:val="24"/>
                <w:szCs w:val="24"/>
              </w:rPr>
            </w:pPr>
            <w:r w:rsidRPr="0046304A">
              <w:rPr>
                <w:sz w:val="24"/>
                <w:szCs w:val="24"/>
              </w:rPr>
              <w:t>Головне управління Національної поліції</w:t>
            </w:r>
            <w:r w:rsidRPr="0046304A">
              <w:rPr>
                <w:sz w:val="24"/>
                <w:szCs w:val="24"/>
                <w:lang w:eastAsia="zh-CN"/>
              </w:rPr>
              <w:t xml:space="preserve"> </w:t>
            </w:r>
            <w:r w:rsidRPr="0046304A">
              <w:rPr>
                <w:sz w:val="24"/>
                <w:szCs w:val="24"/>
              </w:rPr>
              <w:t>у Львівській області (за згодою)</w:t>
            </w:r>
          </w:p>
        </w:tc>
      </w:tr>
      <w:tr w:rsidR="00CC65C6" w:rsidRPr="0046304A" w14:paraId="4DE1B537" w14:textId="77777777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CB4E79" w14:textId="77777777" w:rsidR="00CC65C6" w:rsidRPr="0046304A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8E7FE0" w14:textId="77777777" w:rsidR="00CC65C6" w:rsidRPr="0046304A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CCA165" w14:textId="77777777" w:rsidR="00CC65C6" w:rsidRPr="0046304A" w:rsidRDefault="00CC65C6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3B58848C" w14:textId="77777777" w:rsidR="00CC65C6" w:rsidRPr="0046304A" w:rsidRDefault="00D356CD" w:rsidP="00684AAA">
            <w:pPr>
              <w:spacing w:line="240" w:lineRule="auto"/>
              <w:rPr>
                <w:sz w:val="24"/>
                <w:szCs w:val="24"/>
              </w:rPr>
            </w:pPr>
            <w:r w:rsidRPr="0046304A">
              <w:rPr>
                <w:sz w:val="24"/>
                <w:szCs w:val="24"/>
              </w:rPr>
              <w:t xml:space="preserve">Львівська дирекція </w:t>
            </w:r>
            <w:r w:rsidR="00CA7433" w:rsidRPr="0046304A">
              <w:rPr>
                <w:sz w:val="24"/>
                <w:szCs w:val="24"/>
              </w:rPr>
              <w:t>АТ “Укр</w:t>
            </w:r>
            <w:r w:rsidRPr="0046304A">
              <w:rPr>
                <w:sz w:val="24"/>
                <w:szCs w:val="24"/>
              </w:rPr>
              <w:t>пошта</w:t>
            </w:r>
            <w:r w:rsidR="00CA7433" w:rsidRPr="0046304A">
              <w:rPr>
                <w:sz w:val="24"/>
                <w:szCs w:val="24"/>
              </w:rPr>
              <w:t>” (за згодою)</w:t>
            </w:r>
          </w:p>
        </w:tc>
      </w:tr>
      <w:tr w:rsidR="00CC65C6" w:rsidRPr="0046304A" w14:paraId="1B94430C" w14:textId="77777777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F1EE52" w14:textId="77777777" w:rsidR="00CC65C6" w:rsidRPr="0046304A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50BCD8" w14:textId="77777777" w:rsidR="00CC65C6" w:rsidRPr="0046304A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98A61" w14:textId="77777777" w:rsidR="00CC65C6" w:rsidRPr="0046304A" w:rsidRDefault="00CC65C6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09EE71E6" w14:textId="77777777" w:rsidR="00CC65C6" w:rsidRPr="0046304A" w:rsidRDefault="00684AAA">
            <w:pPr>
              <w:spacing w:line="240" w:lineRule="auto"/>
              <w:rPr>
                <w:sz w:val="24"/>
                <w:szCs w:val="24"/>
              </w:rPr>
            </w:pPr>
            <w:r w:rsidRPr="0046304A">
              <w:rPr>
                <w:sz w:val="24"/>
                <w:szCs w:val="24"/>
              </w:rPr>
              <w:t>Львівська філія концерну РРТ (за згодою)</w:t>
            </w:r>
          </w:p>
        </w:tc>
      </w:tr>
      <w:tr w:rsidR="00CC65C6" w:rsidRPr="0046304A" w14:paraId="6EE21FA8" w14:textId="77777777" w:rsidTr="007423F2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DCE992" w14:textId="77777777" w:rsidR="00CC65C6" w:rsidRPr="0046304A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F94115" w14:textId="77777777" w:rsidR="00CC65C6" w:rsidRPr="0046304A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2A191" w14:textId="77777777" w:rsidR="00CC65C6" w:rsidRPr="0046304A" w:rsidRDefault="00CC65C6">
            <w:pPr>
              <w:suppressAutoHyphens/>
              <w:spacing w:line="240" w:lineRule="auto"/>
              <w:rPr>
                <w:bCs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</w:tcBorders>
          </w:tcPr>
          <w:p w14:paraId="5A3CF078" w14:textId="77777777" w:rsidR="00CC65C6" w:rsidRPr="0046304A" w:rsidRDefault="00684AAA">
            <w:pPr>
              <w:spacing w:line="240" w:lineRule="auto"/>
              <w:rPr>
                <w:sz w:val="24"/>
                <w:szCs w:val="24"/>
              </w:rPr>
            </w:pPr>
            <w:r w:rsidRPr="0046304A">
              <w:rPr>
                <w:sz w:val="24"/>
                <w:szCs w:val="24"/>
              </w:rPr>
              <w:t>Комунальне підприємство “Телерадіокомпанія “Перший Західний”</w:t>
            </w:r>
          </w:p>
        </w:tc>
      </w:tr>
      <w:tr w:rsidR="00CC65C6" w:rsidRPr="0046304A" w14:paraId="4B2063E9" w14:textId="77777777" w:rsidTr="007423F2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E557BB" w14:textId="77777777" w:rsidR="00CC65C6" w:rsidRPr="0046304A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6389C2" w14:textId="77777777" w:rsidR="00CC65C6" w:rsidRPr="0046304A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A8B5D0" w14:textId="77777777" w:rsidR="00CC65C6" w:rsidRPr="0046304A" w:rsidRDefault="00CC65C6">
            <w:pPr>
              <w:suppressAutoHyphens/>
              <w:spacing w:line="240" w:lineRule="auto"/>
              <w:rPr>
                <w:bCs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</w:tcBorders>
          </w:tcPr>
          <w:p w14:paraId="7453BA56" w14:textId="77777777" w:rsidR="00CC65C6" w:rsidRPr="0046304A" w:rsidRDefault="00684AAA">
            <w:pPr>
              <w:spacing w:line="240" w:lineRule="auto"/>
              <w:rPr>
                <w:sz w:val="24"/>
                <w:szCs w:val="24"/>
              </w:rPr>
            </w:pPr>
            <w:r w:rsidRPr="0046304A">
              <w:rPr>
                <w:sz w:val="24"/>
                <w:szCs w:val="24"/>
              </w:rPr>
              <w:t>Філія АТ “Національна суспільна телерадіокомпанія України “Львівська регіональна дирекція” (за згодою)</w:t>
            </w:r>
          </w:p>
        </w:tc>
      </w:tr>
      <w:tr w:rsidR="00CC65C6" w:rsidRPr="0046304A" w14:paraId="5F4C16CE" w14:textId="77777777" w:rsidTr="00820817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A5C66D" w14:textId="77777777" w:rsidR="00CC65C6" w:rsidRPr="0046304A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BA02D6" w14:textId="77777777" w:rsidR="00CC65C6" w:rsidRPr="0046304A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BB145" w14:textId="77777777" w:rsidR="00CC65C6" w:rsidRPr="0046304A" w:rsidRDefault="00CC65C6">
            <w:pPr>
              <w:suppressAutoHyphens/>
              <w:spacing w:line="240" w:lineRule="auto"/>
              <w:rPr>
                <w:bCs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</w:tcBorders>
          </w:tcPr>
          <w:p w14:paraId="109C82A1" w14:textId="7D51A5B8" w:rsidR="00CC65C6" w:rsidRPr="0046304A" w:rsidRDefault="00684AAA">
            <w:pPr>
              <w:spacing w:line="240" w:lineRule="auto"/>
              <w:rPr>
                <w:sz w:val="24"/>
                <w:szCs w:val="24"/>
              </w:rPr>
            </w:pPr>
            <w:r w:rsidRPr="0046304A">
              <w:rPr>
                <w:sz w:val="24"/>
                <w:szCs w:val="24"/>
              </w:rPr>
              <w:t xml:space="preserve">ТЗОВ </w:t>
            </w:r>
            <w:r w:rsidR="001953AC" w:rsidRPr="0046304A">
              <w:rPr>
                <w:sz w:val="24"/>
                <w:szCs w:val="24"/>
              </w:rPr>
              <w:t>“</w:t>
            </w:r>
            <w:r w:rsidRPr="0046304A">
              <w:rPr>
                <w:sz w:val="24"/>
                <w:szCs w:val="24"/>
              </w:rPr>
              <w:t>ТРК “Львівська Хвиля”</w:t>
            </w:r>
          </w:p>
        </w:tc>
      </w:tr>
      <w:tr w:rsidR="00820817" w:rsidRPr="0046304A" w14:paraId="050B1DA3" w14:textId="77777777" w:rsidTr="001A5014"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513BF25" w14:textId="77777777" w:rsidR="00820817" w:rsidRPr="0046304A" w:rsidRDefault="00820817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198ADE7" w14:textId="77777777" w:rsidR="00820817" w:rsidRPr="0046304A" w:rsidRDefault="00820817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954715A" w14:textId="77777777" w:rsidR="00820817" w:rsidRPr="0046304A" w:rsidRDefault="00820817">
            <w:pPr>
              <w:suppressAutoHyphens/>
              <w:spacing w:line="240" w:lineRule="auto"/>
              <w:rPr>
                <w:bCs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</w:tcPr>
          <w:p w14:paraId="778D5BE3" w14:textId="77777777" w:rsidR="00820817" w:rsidRPr="0046304A" w:rsidRDefault="00820817">
            <w:pPr>
              <w:spacing w:line="240" w:lineRule="auto"/>
              <w:rPr>
                <w:sz w:val="24"/>
                <w:szCs w:val="24"/>
              </w:rPr>
            </w:pPr>
            <w:r w:rsidRPr="0046304A">
              <w:rPr>
                <w:sz w:val="24"/>
                <w:szCs w:val="24"/>
              </w:rPr>
              <w:t>ЦТЕ №5 КП “</w:t>
            </w:r>
            <w:proofErr w:type="spellStart"/>
            <w:r w:rsidRPr="0046304A">
              <w:rPr>
                <w:sz w:val="24"/>
                <w:szCs w:val="24"/>
              </w:rPr>
              <w:t>Укрспецзв’язок</w:t>
            </w:r>
            <w:proofErr w:type="spellEnd"/>
            <w:r w:rsidRPr="0046304A">
              <w:rPr>
                <w:sz w:val="24"/>
                <w:szCs w:val="24"/>
              </w:rPr>
              <w:t>” (за згодою)</w:t>
            </w:r>
          </w:p>
        </w:tc>
      </w:tr>
      <w:tr w:rsidR="00820817" w:rsidRPr="0046304A" w14:paraId="116980DF" w14:textId="77777777" w:rsidTr="001A50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7CA798" w14:textId="77777777" w:rsidR="00820817" w:rsidRPr="0046304A" w:rsidRDefault="00820817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364098" w14:textId="77777777" w:rsidR="00820817" w:rsidRPr="0046304A" w:rsidRDefault="00820817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58E0E9" w14:textId="77777777" w:rsidR="00820817" w:rsidRPr="0046304A" w:rsidRDefault="00820817">
            <w:pPr>
              <w:suppressAutoHyphens/>
              <w:spacing w:line="240" w:lineRule="auto"/>
              <w:rPr>
                <w:bCs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77B90E60" w14:textId="77777777" w:rsidR="00820817" w:rsidRPr="0046304A" w:rsidRDefault="00820817">
            <w:pPr>
              <w:spacing w:line="240" w:lineRule="auto"/>
              <w:rPr>
                <w:sz w:val="24"/>
                <w:szCs w:val="24"/>
              </w:rPr>
            </w:pPr>
            <w:r w:rsidRPr="0046304A">
              <w:rPr>
                <w:sz w:val="24"/>
                <w:szCs w:val="24"/>
              </w:rPr>
              <w:t>Інтернет-провайдери, що надають доступ до телекомунікаційних послуг на території Львівської області</w:t>
            </w:r>
          </w:p>
        </w:tc>
      </w:tr>
      <w:tr w:rsidR="00820817" w:rsidRPr="0046304A" w14:paraId="40AFC229" w14:textId="77777777" w:rsidTr="001A50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1B891" w14:textId="77777777" w:rsidR="00820817" w:rsidRPr="0046304A" w:rsidRDefault="00820817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24613" w14:textId="77777777" w:rsidR="00820817" w:rsidRPr="0046304A" w:rsidRDefault="00820817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737F9" w14:textId="77777777" w:rsidR="00820817" w:rsidRPr="0046304A" w:rsidRDefault="00820817">
            <w:pPr>
              <w:suppressAutoHyphens/>
              <w:spacing w:line="240" w:lineRule="auto"/>
              <w:rPr>
                <w:bCs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084B029C" w14:textId="77777777" w:rsidR="00820817" w:rsidRPr="0046304A" w:rsidRDefault="00820817">
            <w:pPr>
              <w:spacing w:line="240" w:lineRule="auto"/>
              <w:rPr>
                <w:sz w:val="24"/>
                <w:szCs w:val="24"/>
              </w:rPr>
            </w:pPr>
            <w:r w:rsidRPr="0046304A">
              <w:rPr>
                <w:sz w:val="24"/>
                <w:szCs w:val="24"/>
              </w:rPr>
              <w:t>Оператори стільникового зв’язку, що надають доступ до телекомунікаційних послуг на території Львівської області</w:t>
            </w:r>
          </w:p>
        </w:tc>
      </w:tr>
      <w:tr w:rsidR="00CC65C6" w:rsidRPr="0046304A" w14:paraId="5F6BE527" w14:textId="77777777">
        <w:trPr>
          <w:trHeight w:val="432"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14:paraId="31B86E2B" w14:textId="6EBFB3D5" w:rsidR="00CC65C6" w:rsidRPr="0046304A" w:rsidRDefault="00313D58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  <w:r w:rsidRPr="0046304A">
              <w:rPr>
                <w:color w:val="auto"/>
                <w:spacing w:val="0"/>
                <w:sz w:val="24"/>
                <w:szCs w:val="24"/>
              </w:rPr>
              <w:t>8</w:t>
            </w:r>
            <w:r w:rsidR="00CA7433" w:rsidRPr="0046304A">
              <w:rPr>
                <w:color w:val="auto"/>
                <w:spacing w:val="0"/>
                <w:sz w:val="24"/>
                <w:szCs w:val="24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B674835" w14:textId="77777777" w:rsidR="00CC65C6" w:rsidRPr="0046304A" w:rsidRDefault="00CA7433">
            <w:pPr>
              <w:pStyle w:val="14"/>
              <w:shd w:val="clear" w:color="auto" w:fill="auto"/>
              <w:spacing w:before="0"/>
              <w:ind w:left="0"/>
              <w:jc w:val="left"/>
              <w:rPr>
                <w:color w:val="auto"/>
                <w:spacing w:val="0"/>
                <w:sz w:val="24"/>
                <w:szCs w:val="24"/>
              </w:rPr>
            </w:pPr>
            <w:r w:rsidRPr="0046304A">
              <w:rPr>
                <w:color w:val="auto"/>
                <w:spacing w:val="0"/>
                <w:sz w:val="24"/>
                <w:szCs w:val="24"/>
              </w:rPr>
              <w:t>Спеціалізована служба охорони публічного (громадського) порядку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1449D1E7" w14:textId="77777777" w:rsidR="00CC65C6" w:rsidRPr="0046304A" w:rsidRDefault="00CA7433">
            <w:pPr>
              <w:pStyle w:val="af0"/>
              <w:ind w:firstLine="0"/>
              <w:jc w:val="left"/>
              <w:rPr>
                <w:szCs w:val="24"/>
                <w:lang w:eastAsia="zh-CN"/>
              </w:rPr>
            </w:pPr>
            <w:r w:rsidRPr="0046304A">
              <w:rPr>
                <w:szCs w:val="24"/>
              </w:rPr>
              <w:t>Головне управління Національної поліції</w:t>
            </w:r>
            <w:r w:rsidRPr="0046304A">
              <w:rPr>
                <w:szCs w:val="24"/>
                <w:lang w:eastAsia="zh-CN"/>
              </w:rPr>
              <w:t xml:space="preserve"> </w:t>
            </w:r>
            <w:r w:rsidRPr="0046304A">
              <w:rPr>
                <w:szCs w:val="24"/>
              </w:rPr>
              <w:t>у Львівській області</w:t>
            </w:r>
          </w:p>
        </w:tc>
        <w:tc>
          <w:tcPr>
            <w:tcW w:w="5670" w:type="dxa"/>
          </w:tcPr>
          <w:p w14:paraId="6F064AAE" w14:textId="77777777" w:rsidR="00CC65C6" w:rsidRPr="0046304A" w:rsidRDefault="00CA7433">
            <w:pPr>
              <w:pStyle w:val="ae"/>
              <w:spacing w:after="0" w:line="240" w:lineRule="auto"/>
              <w:rPr>
                <w:b/>
                <w:sz w:val="24"/>
                <w:szCs w:val="24"/>
                <w:lang w:eastAsia="zh-CN"/>
              </w:rPr>
            </w:pPr>
            <w:r w:rsidRPr="0046304A">
              <w:rPr>
                <w:sz w:val="24"/>
                <w:szCs w:val="24"/>
              </w:rPr>
              <w:t>Головне управління Національної поліції</w:t>
            </w:r>
            <w:r w:rsidRPr="0046304A">
              <w:rPr>
                <w:sz w:val="24"/>
                <w:szCs w:val="24"/>
                <w:lang w:eastAsia="zh-CN"/>
              </w:rPr>
              <w:t xml:space="preserve"> </w:t>
            </w:r>
            <w:r w:rsidRPr="0046304A">
              <w:rPr>
                <w:sz w:val="24"/>
                <w:szCs w:val="24"/>
              </w:rPr>
              <w:t>у Львівській області (за згодою)</w:t>
            </w:r>
          </w:p>
        </w:tc>
      </w:tr>
      <w:tr w:rsidR="00CC65C6" w:rsidRPr="0046304A" w14:paraId="6326F82D" w14:textId="77777777">
        <w:tc>
          <w:tcPr>
            <w:tcW w:w="567" w:type="dxa"/>
            <w:tcBorders>
              <w:top w:val="nil"/>
              <w:bottom w:val="nil"/>
            </w:tcBorders>
          </w:tcPr>
          <w:p w14:paraId="4942F165" w14:textId="77777777" w:rsidR="00CC65C6" w:rsidRPr="0046304A" w:rsidRDefault="00CC65C6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14:paraId="28337C92" w14:textId="77777777" w:rsidR="00CC65C6" w:rsidRPr="0046304A" w:rsidRDefault="00CC65C6">
            <w:pPr>
              <w:pStyle w:val="14"/>
              <w:shd w:val="clear" w:color="auto" w:fill="auto"/>
              <w:spacing w:before="0"/>
              <w:ind w:left="0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</w:tcPr>
          <w:p w14:paraId="5A3EAE73" w14:textId="77777777" w:rsidR="00CC65C6" w:rsidRPr="0046304A" w:rsidRDefault="00CC65C6">
            <w:pPr>
              <w:pStyle w:val="af0"/>
              <w:ind w:firstLine="0"/>
              <w:jc w:val="left"/>
              <w:rPr>
                <w:szCs w:val="24"/>
              </w:rPr>
            </w:pPr>
          </w:p>
        </w:tc>
        <w:tc>
          <w:tcPr>
            <w:tcW w:w="5670" w:type="dxa"/>
          </w:tcPr>
          <w:p w14:paraId="31B76192" w14:textId="77777777" w:rsidR="00CC65C6" w:rsidRPr="0046304A" w:rsidRDefault="00CA7433">
            <w:pPr>
              <w:pStyle w:val="ae"/>
              <w:spacing w:after="0" w:line="240" w:lineRule="auto"/>
              <w:rPr>
                <w:sz w:val="24"/>
                <w:szCs w:val="24"/>
                <w:lang w:eastAsia="zh-CN"/>
              </w:rPr>
            </w:pPr>
            <w:r w:rsidRPr="0046304A">
              <w:rPr>
                <w:sz w:val="24"/>
                <w:szCs w:val="24"/>
              </w:rPr>
              <w:t xml:space="preserve">Управління </w:t>
            </w:r>
            <w:r w:rsidRPr="0046304A">
              <w:rPr>
                <w:rStyle w:val="2Exact"/>
                <w:color w:val="auto"/>
                <w:sz w:val="24"/>
                <w:szCs w:val="24"/>
              </w:rPr>
              <w:t>патрульної поліції</w:t>
            </w:r>
            <w:r w:rsidRPr="0046304A">
              <w:rPr>
                <w:sz w:val="24"/>
                <w:szCs w:val="24"/>
              </w:rPr>
              <w:t xml:space="preserve"> у Львівській області </w:t>
            </w:r>
            <w:r w:rsidRPr="0046304A">
              <w:rPr>
                <w:rStyle w:val="2Exact"/>
                <w:color w:val="auto"/>
                <w:sz w:val="24"/>
                <w:szCs w:val="24"/>
              </w:rPr>
              <w:t xml:space="preserve">Департаменту патрульної поліції Національної поліції України </w:t>
            </w:r>
            <w:r w:rsidRPr="0046304A">
              <w:rPr>
                <w:sz w:val="24"/>
                <w:szCs w:val="24"/>
              </w:rPr>
              <w:t>(за згодою)</w:t>
            </w:r>
          </w:p>
        </w:tc>
      </w:tr>
      <w:tr w:rsidR="00CC65C6" w:rsidRPr="0046304A" w14:paraId="03FFB7EF" w14:textId="77777777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0BC3E4" w14:textId="77777777" w:rsidR="00CC65C6" w:rsidRPr="0046304A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66F11A" w14:textId="77777777" w:rsidR="00CC65C6" w:rsidRPr="0046304A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C1BCF" w14:textId="77777777" w:rsidR="00CC65C6" w:rsidRPr="0046304A" w:rsidRDefault="00CC65C6">
            <w:pPr>
              <w:pStyle w:val="14"/>
              <w:shd w:val="clear" w:color="auto" w:fill="auto"/>
              <w:spacing w:before="0"/>
              <w:ind w:left="0"/>
              <w:jc w:val="left"/>
              <w:rPr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600391DD" w14:textId="77777777" w:rsidR="00CC65C6" w:rsidRPr="0046304A" w:rsidRDefault="00CA7433">
            <w:pPr>
              <w:pStyle w:val="ae"/>
              <w:spacing w:after="0" w:line="240" w:lineRule="auto"/>
              <w:rPr>
                <w:sz w:val="24"/>
                <w:szCs w:val="24"/>
              </w:rPr>
            </w:pPr>
            <w:r w:rsidRPr="0046304A">
              <w:rPr>
                <w:sz w:val="24"/>
                <w:szCs w:val="24"/>
              </w:rPr>
              <w:t>Західне територіальне управління  Національної гвардії України (за згодою)</w:t>
            </w:r>
          </w:p>
        </w:tc>
      </w:tr>
      <w:tr w:rsidR="00CC65C6" w:rsidRPr="0046304A" w14:paraId="264EED4C" w14:textId="77777777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00DD7" w14:textId="77777777" w:rsidR="00CC65C6" w:rsidRPr="0046304A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FA58F" w14:textId="77777777" w:rsidR="00CC65C6" w:rsidRPr="0046304A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181E" w14:textId="77777777" w:rsidR="00CC65C6" w:rsidRPr="0046304A" w:rsidRDefault="00CC65C6">
            <w:pPr>
              <w:pStyle w:val="14"/>
              <w:shd w:val="clear" w:color="auto" w:fill="auto"/>
              <w:spacing w:before="0"/>
              <w:ind w:left="0"/>
              <w:jc w:val="left"/>
              <w:rPr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  <w:vAlign w:val="center"/>
          </w:tcPr>
          <w:p w14:paraId="732D2770" w14:textId="77777777" w:rsidR="00CC65C6" w:rsidRPr="0046304A" w:rsidRDefault="00CA7433">
            <w:pPr>
              <w:autoSpaceDE/>
              <w:autoSpaceDN/>
              <w:spacing w:line="240" w:lineRule="auto"/>
              <w:rPr>
                <w:sz w:val="24"/>
                <w:szCs w:val="24"/>
                <w:lang w:eastAsia="zh-CN"/>
              </w:rPr>
            </w:pPr>
            <w:r w:rsidRPr="0046304A">
              <w:rPr>
                <w:sz w:val="24"/>
                <w:szCs w:val="24"/>
              </w:rPr>
              <w:t>Охоронні підрозділи, служби, суб’єкти господарювання</w:t>
            </w:r>
          </w:p>
        </w:tc>
      </w:tr>
      <w:tr w:rsidR="00CC65C6" w:rsidRPr="0046304A" w14:paraId="1C0106B0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F24EF5" w14:textId="2DA23438" w:rsidR="00CC65C6" w:rsidRPr="0046304A" w:rsidRDefault="00313D58">
            <w:pPr>
              <w:pStyle w:val="14"/>
              <w:shd w:val="clear" w:color="auto" w:fill="auto"/>
              <w:snapToGrid w:val="0"/>
              <w:spacing w:before="0"/>
              <w:ind w:left="0"/>
              <w:jc w:val="left"/>
              <w:rPr>
                <w:color w:val="auto"/>
                <w:spacing w:val="0"/>
                <w:sz w:val="24"/>
                <w:szCs w:val="24"/>
              </w:rPr>
            </w:pPr>
            <w:r w:rsidRPr="0046304A">
              <w:rPr>
                <w:color w:val="auto"/>
                <w:spacing w:val="0"/>
                <w:sz w:val="24"/>
                <w:szCs w:val="24"/>
              </w:rPr>
              <w:t>9</w:t>
            </w:r>
            <w:r w:rsidR="00CA7433" w:rsidRPr="0046304A">
              <w:rPr>
                <w:color w:val="auto"/>
                <w:spacing w:val="0"/>
                <w:sz w:val="24"/>
                <w:szCs w:val="24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CBD862" w14:textId="77777777" w:rsidR="00CC65C6" w:rsidRPr="0046304A" w:rsidRDefault="00CA7433">
            <w:pPr>
              <w:pStyle w:val="14"/>
              <w:shd w:val="clear" w:color="auto" w:fill="auto"/>
              <w:snapToGrid w:val="0"/>
              <w:spacing w:before="0"/>
              <w:ind w:left="0"/>
              <w:jc w:val="left"/>
              <w:rPr>
                <w:color w:val="auto"/>
                <w:spacing w:val="0"/>
                <w:sz w:val="24"/>
                <w:szCs w:val="24"/>
              </w:rPr>
            </w:pPr>
            <w:proofErr w:type="spellStart"/>
            <w:r w:rsidRPr="0046304A">
              <w:rPr>
                <w:bCs w:val="0"/>
                <w:spacing w:val="-6"/>
                <w:sz w:val="24"/>
                <w:szCs w:val="24"/>
                <w:lang w:eastAsia="uk-UA"/>
              </w:rPr>
              <w:t>Пожежно</w:t>
            </w:r>
            <w:proofErr w:type="spellEnd"/>
            <w:r w:rsidRPr="0046304A">
              <w:rPr>
                <w:bCs w:val="0"/>
                <w:spacing w:val="-6"/>
                <w:sz w:val="24"/>
                <w:szCs w:val="24"/>
                <w:lang w:eastAsia="uk-UA"/>
              </w:rPr>
              <w:t>-рятувальна</w:t>
            </w:r>
            <w:r w:rsidRPr="0046304A">
              <w:rPr>
                <w:color w:val="auto"/>
                <w:spacing w:val="0"/>
                <w:sz w:val="24"/>
                <w:szCs w:val="24"/>
              </w:rPr>
              <w:t xml:space="preserve"> спеціалізована служба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38F71A" w14:textId="77777777" w:rsidR="00CC65C6" w:rsidRPr="0046304A" w:rsidRDefault="00CA7433">
            <w:pPr>
              <w:pStyle w:val="af2"/>
              <w:spacing w:before="0" w:after="0" w:line="240" w:lineRule="auto"/>
              <w:jc w:val="both"/>
              <w:rPr>
                <w:rFonts w:ascii="Times New Roman" w:hAnsi="Times New Roman"/>
                <w:b w:val="0"/>
                <w:kern w:val="0"/>
                <w:sz w:val="24"/>
                <w:szCs w:val="24"/>
              </w:rPr>
            </w:pPr>
            <w:r w:rsidRPr="0046304A">
              <w:rPr>
                <w:rFonts w:ascii="Times New Roman" w:hAnsi="Times New Roman"/>
                <w:b w:val="0"/>
                <w:kern w:val="0"/>
                <w:sz w:val="24"/>
                <w:szCs w:val="24"/>
              </w:rPr>
              <w:t>Головне управління ДСНС України у Львівській області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356C6F92" w14:textId="77777777" w:rsidR="00CC65C6" w:rsidRPr="0046304A" w:rsidRDefault="00CA7433">
            <w:pPr>
              <w:pStyle w:val="ae"/>
              <w:spacing w:after="0" w:line="240" w:lineRule="auto"/>
              <w:rPr>
                <w:sz w:val="24"/>
                <w:szCs w:val="24"/>
                <w:lang w:eastAsia="zh-CN"/>
              </w:rPr>
            </w:pPr>
            <w:r w:rsidRPr="0046304A">
              <w:rPr>
                <w:sz w:val="24"/>
                <w:szCs w:val="24"/>
              </w:rPr>
              <w:t>Головне управління ДСНС України у Львівській області</w:t>
            </w:r>
          </w:p>
        </w:tc>
      </w:tr>
      <w:tr w:rsidR="00CC65C6" w:rsidRPr="0046304A" w14:paraId="68653D1F" w14:textId="77777777">
        <w:trPr>
          <w:trHeight w:val="6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A4ED3" w14:textId="77777777" w:rsidR="00CC65C6" w:rsidRPr="0046304A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EDA07" w14:textId="77777777" w:rsidR="00CC65C6" w:rsidRPr="0046304A" w:rsidRDefault="00CC65C6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F359A" w14:textId="77777777" w:rsidR="00CC65C6" w:rsidRPr="0046304A" w:rsidRDefault="00CC65C6">
            <w:pPr>
              <w:suppressAutoHyphens/>
              <w:spacing w:line="240" w:lineRule="auto"/>
              <w:rPr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  <w:vAlign w:val="center"/>
          </w:tcPr>
          <w:p w14:paraId="321846EA" w14:textId="77777777" w:rsidR="00CC65C6" w:rsidRPr="0046304A" w:rsidRDefault="00CA7433">
            <w:pPr>
              <w:autoSpaceDE/>
              <w:autoSpaceDN/>
              <w:spacing w:line="240" w:lineRule="auto"/>
              <w:rPr>
                <w:sz w:val="24"/>
                <w:szCs w:val="24"/>
                <w:lang w:eastAsia="zh-CN"/>
              </w:rPr>
            </w:pPr>
            <w:r w:rsidRPr="0046304A">
              <w:rPr>
                <w:sz w:val="24"/>
                <w:szCs w:val="24"/>
              </w:rPr>
              <w:t>Підрозділи відомчої пожежної охорони, місцевої та добровільної пожежної охорони</w:t>
            </w:r>
          </w:p>
        </w:tc>
      </w:tr>
    </w:tbl>
    <w:p w14:paraId="0EE6BE5C" w14:textId="77777777" w:rsidR="00CC65C6" w:rsidRPr="0046304A" w:rsidRDefault="00CC65C6">
      <w:pPr>
        <w:rPr>
          <w:lang w:eastAsia="zh-CN"/>
        </w:rPr>
      </w:pPr>
    </w:p>
    <w:p w14:paraId="452178B5" w14:textId="77777777" w:rsidR="00CC65C6" w:rsidRPr="0046304A" w:rsidRDefault="00CA7433">
      <w:pPr>
        <w:jc w:val="center"/>
        <w:rPr>
          <w:b/>
          <w:sz w:val="28"/>
          <w:szCs w:val="28"/>
        </w:rPr>
      </w:pPr>
      <w:r w:rsidRPr="0046304A">
        <w:rPr>
          <w:b/>
          <w:sz w:val="28"/>
          <w:szCs w:val="28"/>
        </w:rPr>
        <w:t>___________________________________</w:t>
      </w:r>
    </w:p>
    <w:p w14:paraId="302094D1" w14:textId="77777777" w:rsidR="00CC65C6" w:rsidRDefault="00CC65C6">
      <w:pPr>
        <w:rPr>
          <w:b/>
          <w:sz w:val="28"/>
          <w:szCs w:val="28"/>
        </w:rPr>
      </w:pPr>
    </w:p>
    <w:sectPr w:rsidR="00CC65C6" w:rsidSect="00CC65C6">
      <w:headerReference w:type="default" r:id="rId14"/>
      <w:footerReference w:type="default" r:id="rId15"/>
      <w:pgSz w:w="16834" w:h="11907" w:orient="landscape"/>
      <w:pgMar w:top="1134" w:right="567" w:bottom="1134" w:left="1134" w:header="578" w:footer="578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106BB" w14:textId="77777777" w:rsidR="00566494" w:rsidRPr="0046304A" w:rsidRDefault="00566494">
      <w:pPr>
        <w:spacing w:line="240" w:lineRule="auto"/>
      </w:pPr>
      <w:r w:rsidRPr="0046304A">
        <w:separator/>
      </w:r>
    </w:p>
  </w:endnote>
  <w:endnote w:type="continuationSeparator" w:id="0">
    <w:p w14:paraId="4AD12E53" w14:textId="77777777" w:rsidR="00566494" w:rsidRPr="0046304A" w:rsidRDefault="00566494">
      <w:pPr>
        <w:spacing w:line="240" w:lineRule="auto"/>
      </w:pPr>
      <w:r w:rsidRPr="0046304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Journal">
    <w:altName w:val="Liberation Mono"/>
    <w:charset w:val="CC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Arial"/>
    <w:charset w:val="00"/>
    <w:family w:val="swiss"/>
    <w:pitch w:val="default"/>
    <w:sig w:usb0="00000000" w:usb1="00000000" w:usb2="00000000" w:usb3="00000000" w:csb0="00000001" w:csb1="00000000"/>
  </w:font>
  <w:font w:name="UkrainianBodoni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UkrainianAntique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Pragmatica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UkrainianKudriashov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F4A78" w14:textId="77777777" w:rsidR="00CC65C6" w:rsidRPr="0046304A" w:rsidRDefault="00CA7433">
    <w:pPr>
      <w:pStyle w:val="af4"/>
      <w:tabs>
        <w:tab w:val="clear" w:pos="4320"/>
        <w:tab w:val="clear" w:pos="8640"/>
        <w:tab w:val="center" w:pos="6480"/>
        <w:tab w:val="right" w:pos="9180"/>
      </w:tabs>
      <w:rPr>
        <w:rFonts w:ascii="Pragmatica" w:hAnsi="Pragmatica" w:cs="Pragmatica"/>
        <w:sz w:val="10"/>
        <w:szCs w:val="10"/>
      </w:rPr>
    </w:pPr>
    <w:r w:rsidRPr="0046304A">
      <w:rPr>
        <w:rFonts w:ascii="Pragmatica" w:hAnsi="Pragmatica" w:cs="Pragmatica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FDE84" w14:textId="77777777" w:rsidR="00566494" w:rsidRPr="0046304A" w:rsidRDefault="00566494">
      <w:r w:rsidRPr="0046304A">
        <w:separator/>
      </w:r>
    </w:p>
  </w:footnote>
  <w:footnote w:type="continuationSeparator" w:id="0">
    <w:p w14:paraId="618380A8" w14:textId="77777777" w:rsidR="00566494" w:rsidRPr="0046304A" w:rsidRDefault="00566494">
      <w:r w:rsidRPr="0046304A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23D72" w14:textId="77777777" w:rsidR="00CC65C6" w:rsidRPr="0046304A" w:rsidRDefault="009578CD" w:rsidP="009578CD">
    <w:pPr>
      <w:pStyle w:val="ac"/>
      <w:tabs>
        <w:tab w:val="center" w:pos="7566"/>
        <w:tab w:val="left" w:pos="10635"/>
      </w:tabs>
      <w:jc w:val="left"/>
    </w:pPr>
    <w:r w:rsidRPr="0046304A">
      <w:tab/>
    </w:r>
    <w:r w:rsidRPr="0046304A">
      <w:tab/>
    </w:r>
    <w:sdt>
      <w:sdtPr>
        <w:id w:val="-140806708"/>
        <w:docPartObj>
          <w:docPartGallery w:val="AutoText"/>
        </w:docPartObj>
      </w:sdtPr>
      <w:sdtEndPr/>
      <w:sdtContent>
        <w:r w:rsidR="00CC65C6" w:rsidRPr="0046304A">
          <w:fldChar w:fldCharType="begin"/>
        </w:r>
        <w:r w:rsidR="00CA7433" w:rsidRPr="0046304A">
          <w:instrText>PAGE   \* MERGEFORMAT</w:instrText>
        </w:r>
        <w:r w:rsidR="00CC65C6" w:rsidRPr="0046304A">
          <w:fldChar w:fldCharType="separate"/>
        </w:r>
        <w:r w:rsidR="009715A0" w:rsidRPr="0046304A">
          <w:t>5</w:t>
        </w:r>
        <w:r w:rsidR="00CC65C6" w:rsidRPr="0046304A">
          <w:fldChar w:fldCharType="end"/>
        </w:r>
      </w:sdtContent>
    </w:sdt>
    <w:r w:rsidRPr="0046304A">
      <w:tab/>
    </w:r>
    <w:r w:rsidRPr="0046304A">
      <w:tab/>
      <w:t>Продовження додатка 1</w:t>
    </w:r>
  </w:p>
  <w:p w14:paraId="3ACC0EF6" w14:textId="77777777" w:rsidR="00CC65C6" w:rsidRPr="0046304A" w:rsidRDefault="00CC65C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attachedTemplate r:id="rId1"/>
  <w:defaultTabStop w:val="720"/>
  <w:hyphenationZone w:val="425"/>
  <w:doNotHyphenateCaps/>
  <w:drawingGridHorizontalSpacing w:val="13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0CC"/>
    <w:rsid w:val="00004AB9"/>
    <w:rsid w:val="00006B3F"/>
    <w:rsid w:val="00010871"/>
    <w:rsid w:val="00013C5B"/>
    <w:rsid w:val="00014589"/>
    <w:rsid w:val="00015607"/>
    <w:rsid w:val="00022E08"/>
    <w:rsid w:val="000311EB"/>
    <w:rsid w:val="000338B6"/>
    <w:rsid w:val="00035FEF"/>
    <w:rsid w:val="00036B90"/>
    <w:rsid w:val="00046B66"/>
    <w:rsid w:val="00051707"/>
    <w:rsid w:val="00053479"/>
    <w:rsid w:val="00067B17"/>
    <w:rsid w:val="000741A3"/>
    <w:rsid w:val="00077127"/>
    <w:rsid w:val="00077930"/>
    <w:rsid w:val="00080A80"/>
    <w:rsid w:val="00085B21"/>
    <w:rsid w:val="00086D9A"/>
    <w:rsid w:val="00087DFB"/>
    <w:rsid w:val="00091C50"/>
    <w:rsid w:val="000D6139"/>
    <w:rsid w:val="000E3864"/>
    <w:rsid w:val="000F189A"/>
    <w:rsid w:val="000F1CD9"/>
    <w:rsid w:val="000F3DAF"/>
    <w:rsid w:val="001024CB"/>
    <w:rsid w:val="00102571"/>
    <w:rsid w:val="0010747D"/>
    <w:rsid w:val="00116372"/>
    <w:rsid w:val="001168A9"/>
    <w:rsid w:val="0011732C"/>
    <w:rsid w:val="00126983"/>
    <w:rsid w:val="0013565E"/>
    <w:rsid w:val="00136D6A"/>
    <w:rsid w:val="00140AEB"/>
    <w:rsid w:val="00145917"/>
    <w:rsid w:val="001535B5"/>
    <w:rsid w:val="00154D30"/>
    <w:rsid w:val="001572D6"/>
    <w:rsid w:val="001606A6"/>
    <w:rsid w:val="00160EAE"/>
    <w:rsid w:val="00176BBB"/>
    <w:rsid w:val="00176F1C"/>
    <w:rsid w:val="001953AC"/>
    <w:rsid w:val="00195F47"/>
    <w:rsid w:val="001A4484"/>
    <w:rsid w:val="001B027B"/>
    <w:rsid w:val="001B0826"/>
    <w:rsid w:val="001B6CE9"/>
    <w:rsid w:val="001C4220"/>
    <w:rsid w:val="001D191D"/>
    <w:rsid w:val="001E08D2"/>
    <w:rsid w:val="001E36C1"/>
    <w:rsid w:val="001E38EA"/>
    <w:rsid w:val="001E66D5"/>
    <w:rsid w:val="001E76F2"/>
    <w:rsid w:val="001F0710"/>
    <w:rsid w:val="001F44D9"/>
    <w:rsid w:val="001F536C"/>
    <w:rsid w:val="001F5694"/>
    <w:rsid w:val="00204041"/>
    <w:rsid w:val="00213652"/>
    <w:rsid w:val="00221AD4"/>
    <w:rsid w:val="00222F46"/>
    <w:rsid w:val="00227CEB"/>
    <w:rsid w:val="00231280"/>
    <w:rsid w:val="002345CC"/>
    <w:rsid w:val="00250300"/>
    <w:rsid w:val="002741CB"/>
    <w:rsid w:val="002761E1"/>
    <w:rsid w:val="00276C04"/>
    <w:rsid w:val="00285CB6"/>
    <w:rsid w:val="002868F1"/>
    <w:rsid w:val="00292B6B"/>
    <w:rsid w:val="00293C9F"/>
    <w:rsid w:val="002A01B5"/>
    <w:rsid w:val="002A5D39"/>
    <w:rsid w:val="002B4C1C"/>
    <w:rsid w:val="002B52E3"/>
    <w:rsid w:val="002C23AE"/>
    <w:rsid w:val="002C7B8B"/>
    <w:rsid w:val="002D68B8"/>
    <w:rsid w:val="002E204E"/>
    <w:rsid w:val="002E355C"/>
    <w:rsid w:val="002E5CDB"/>
    <w:rsid w:val="00312EA1"/>
    <w:rsid w:val="00313D58"/>
    <w:rsid w:val="00317DD3"/>
    <w:rsid w:val="00327EA7"/>
    <w:rsid w:val="00341145"/>
    <w:rsid w:val="00342270"/>
    <w:rsid w:val="00342536"/>
    <w:rsid w:val="00344989"/>
    <w:rsid w:val="00345577"/>
    <w:rsid w:val="0034674C"/>
    <w:rsid w:val="00360D77"/>
    <w:rsid w:val="00363F31"/>
    <w:rsid w:val="003730C4"/>
    <w:rsid w:val="00383F78"/>
    <w:rsid w:val="00385EC2"/>
    <w:rsid w:val="0039245C"/>
    <w:rsid w:val="003A04E2"/>
    <w:rsid w:val="003A1CDA"/>
    <w:rsid w:val="003A39E8"/>
    <w:rsid w:val="003A5FFD"/>
    <w:rsid w:val="003A6B27"/>
    <w:rsid w:val="003B18E2"/>
    <w:rsid w:val="003B2182"/>
    <w:rsid w:val="003C06A3"/>
    <w:rsid w:val="003D07FD"/>
    <w:rsid w:val="003D67DE"/>
    <w:rsid w:val="003E6DC7"/>
    <w:rsid w:val="003F0576"/>
    <w:rsid w:val="003F6DA2"/>
    <w:rsid w:val="0040011D"/>
    <w:rsid w:val="004039D3"/>
    <w:rsid w:val="00406BBA"/>
    <w:rsid w:val="00410099"/>
    <w:rsid w:val="00412288"/>
    <w:rsid w:val="004156B4"/>
    <w:rsid w:val="00432466"/>
    <w:rsid w:val="004335FB"/>
    <w:rsid w:val="0044126B"/>
    <w:rsid w:val="0044223F"/>
    <w:rsid w:val="0044257B"/>
    <w:rsid w:val="004435DD"/>
    <w:rsid w:val="004439E5"/>
    <w:rsid w:val="00443A92"/>
    <w:rsid w:val="004505FB"/>
    <w:rsid w:val="0046304A"/>
    <w:rsid w:val="00463138"/>
    <w:rsid w:val="0046468B"/>
    <w:rsid w:val="00472512"/>
    <w:rsid w:val="004742CB"/>
    <w:rsid w:val="00481D95"/>
    <w:rsid w:val="004835B9"/>
    <w:rsid w:val="00483B44"/>
    <w:rsid w:val="004A64E9"/>
    <w:rsid w:val="004A7338"/>
    <w:rsid w:val="004A773A"/>
    <w:rsid w:val="004B78CE"/>
    <w:rsid w:val="004C015D"/>
    <w:rsid w:val="004C0260"/>
    <w:rsid w:val="004C06B9"/>
    <w:rsid w:val="004D64C4"/>
    <w:rsid w:val="004E4C05"/>
    <w:rsid w:val="004F358C"/>
    <w:rsid w:val="004F55BC"/>
    <w:rsid w:val="00501F47"/>
    <w:rsid w:val="005065EA"/>
    <w:rsid w:val="00511FB1"/>
    <w:rsid w:val="00514116"/>
    <w:rsid w:val="00514FD8"/>
    <w:rsid w:val="00526FD8"/>
    <w:rsid w:val="0054120D"/>
    <w:rsid w:val="00550664"/>
    <w:rsid w:val="00556B5A"/>
    <w:rsid w:val="005611F1"/>
    <w:rsid w:val="00562CC0"/>
    <w:rsid w:val="00564CDE"/>
    <w:rsid w:val="00566494"/>
    <w:rsid w:val="005705D8"/>
    <w:rsid w:val="0058055A"/>
    <w:rsid w:val="005858E3"/>
    <w:rsid w:val="00587E2A"/>
    <w:rsid w:val="0059061D"/>
    <w:rsid w:val="00595D4D"/>
    <w:rsid w:val="005A0D4B"/>
    <w:rsid w:val="005A1B33"/>
    <w:rsid w:val="005A51BC"/>
    <w:rsid w:val="005C0FE3"/>
    <w:rsid w:val="005C70EB"/>
    <w:rsid w:val="005C7153"/>
    <w:rsid w:val="005D0F8F"/>
    <w:rsid w:val="005E6FF4"/>
    <w:rsid w:val="005F3BC0"/>
    <w:rsid w:val="005F7017"/>
    <w:rsid w:val="0060315F"/>
    <w:rsid w:val="0060704F"/>
    <w:rsid w:val="0061468D"/>
    <w:rsid w:val="00617BBC"/>
    <w:rsid w:val="00622E76"/>
    <w:rsid w:val="00622FAC"/>
    <w:rsid w:val="00634FDC"/>
    <w:rsid w:val="006371D1"/>
    <w:rsid w:val="00641BC2"/>
    <w:rsid w:val="00643E8E"/>
    <w:rsid w:val="006460A7"/>
    <w:rsid w:val="00651D68"/>
    <w:rsid w:val="0065286A"/>
    <w:rsid w:val="006534F2"/>
    <w:rsid w:val="00664ACE"/>
    <w:rsid w:val="00672686"/>
    <w:rsid w:val="00674B1E"/>
    <w:rsid w:val="00675F98"/>
    <w:rsid w:val="00680C22"/>
    <w:rsid w:val="0068155C"/>
    <w:rsid w:val="006819EE"/>
    <w:rsid w:val="00684AAA"/>
    <w:rsid w:val="006904A2"/>
    <w:rsid w:val="006B193B"/>
    <w:rsid w:val="006C130B"/>
    <w:rsid w:val="006C4F87"/>
    <w:rsid w:val="006D5106"/>
    <w:rsid w:val="006D7209"/>
    <w:rsid w:val="006E3E29"/>
    <w:rsid w:val="006E60CC"/>
    <w:rsid w:val="006F747D"/>
    <w:rsid w:val="00702998"/>
    <w:rsid w:val="00712692"/>
    <w:rsid w:val="0071523A"/>
    <w:rsid w:val="00724089"/>
    <w:rsid w:val="00726236"/>
    <w:rsid w:val="00730A66"/>
    <w:rsid w:val="00731C65"/>
    <w:rsid w:val="00732B9A"/>
    <w:rsid w:val="00733760"/>
    <w:rsid w:val="007363A7"/>
    <w:rsid w:val="00740CFE"/>
    <w:rsid w:val="007423F2"/>
    <w:rsid w:val="0074362F"/>
    <w:rsid w:val="007445C3"/>
    <w:rsid w:val="00752E0A"/>
    <w:rsid w:val="00753126"/>
    <w:rsid w:val="007633CA"/>
    <w:rsid w:val="00781595"/>
    <w:rsid w:val="00781BF2"/>
    <w:rsid w:val="0078268B"/>
    <w:rsid w:val="0079146A"/>
    <w:rsid w:val="00792BDB"/>
    <w:rsid w:val="007A0EB6"/>
    <w:rsid w:val="007B0E5E"/>
    <w:rsid w:val="007B34A3"/>
    <w:rsid w:val="007C559E"/>
    <w:rsid w:val="007D04FF"/>
    <w:rsid w:val="007D3DE7"/>
    <w:rsid w:val="007F1400"/>
    <w:rsid w:val="007F1E36"/>
    <w:rsid w:val="00820817"/>
    <w:rsid w:val="008308B2"/>
    <w:rsid w:val="0083136C"/>
    <w:rsid w:val="00831D1A"/>
    <w:rsid w:val="008371E0"/>
    <w:rsid w:val="008564A9"/>
    <w:rsid w:val="00857A95"/>
    <w:rsid w:val="0086122C"/>
    <w:rsid w:val="00861D0A"/>
    <w:rsid w:val="00865F48"/>
    <w:rsid w:val="0086799C"/>
    <w:rsid w:val="00873504"/>
    <w:rsid w:val="008759F4"/>
    <w:rsid w:val="00876743"/>
    <w:rsid w:val="008865F8"/>
    <w:rsid w:val="0089446F"/>
    <w:rsid w:val="00895763"/>
    <w:rsid w:val="008B1773"/>
    <w:rsid w:val="008B699D"/>
    <w:rsid w:val="008C5DC9"/>
    <w:rsid w:val="008D0BE0"/>
    <w:rsid w:val="008D0F46"/>
    <w:rsid w:val="008D1530"/>
    <w:rsid w:val="008D636C"/>
    <w:rsid w:val="008D64C8"/>
    <w:rsid w:val="008D7589"/>
    <w:rsid w:val="008E02B8"/>
    <w:rsid w:val="008E51C6"/>
    <w:rsid w:val="008F2562"/>
    <w:rsid w:val="008F4794"/>
    <w:rsid w:val="0090052C"/>
    <w:rsid w:val="00900CA4"/>
    <w:rsid w:val="00902229"/>
    <w:rsid w:val="00910ABC"/>
    <w:rsid w:val="009162F9"/>
    <w:rsid w:val="009164B7"/>
    <w:rsid w:val="00925655"/>
    <w:rsid w:val="00936888"/>
    <w:rsid w:val="009402BC"/>
    <w:rsid w:val="00944F59"/>
    <w:rsid w:val="00950B38"/>
    <w:rsid w:val="00951F2A"/>
    <w:rsid w:val="00954525"/>
    <w:rsid w:val="009558F9"/>
    <w:rsid w:val="009578CD"/>
    <w:rsid w:val="009715A0"/>
    <w:rsid w:val="00986F59"/>
    <w:rsid w:val="00991E91"/>
    <w:rsid w:val="009968FE"/>
    <w:rsid w:val="009A5830"/>
    <w:rsid w:val="009C11B6"/>
    <w:rsid w:val="009C5235"/>
    <w:rsid w:val="009D1180"/>
    <w:rsid w:val="009D61AC"/>
    <w:rsid w:val="009E191E"/>
    <w:rsid w:val="009E43A5"/>
    <w:rsid w:val="009E59F0"/>
    <w:rsid w:val="009F0A3F"/>
    <w:rsid w:val="009F607D"/>
    <w:rsid w:val="00A011F7"/>
    <w:rsid w:val="00A07FF3"/>
    <w:rsid w:val="00A10393"/>
    <w:rsid w:val="00A13012"/>
    <w:rsid w:val="00A14562"/>
    <w:rsid w:val="00A2146D"/>
    <w:rsid w:val="00A237BB"/>
    <w:rsid w:val="00A3194C"/>
    <w:rsid w:val="00A32C5B"/>
    <w:rsid w:val="00A36179"/>
    <w:rsid w:val="00A368C2"/>
    <w:rsid w:val="00A44566"/>
    <w:rsid w:val="00A452C8"/>
    <w:rsid w:val="00A4766B"/>
    <w:rsid w:val="00A5009B"/>
    <w:rsid w:val="00A53FF3"/>
    <w:rsid w:val="00A67FCA"/>
    <w:rsid w:val="00A72465"/>
    <w:rsid w:val="00A860F2"/>
    <w:rsid w:val="00A9043F"/>
    <w:rsid w:val="00A96910"/>
    <w:rsid w:val="00AA252A"/>
    <w:rsid w:val="00AA52F0"/>
    <w:rsid w:val="00AB1C5F"/>
    <w:rsid w:val="00AB365F"/>
    <w:rsid w:val="00AB3CAE"/>
    <w:rsid w:val="00AC148E"/>
    <w:rsid w:val="00AC253A"/>
    <w:rsid w:val="00AC5A7B"/>
    <w:rsid w:val="00AD0E9C"/>
    <w:rsid w:val="00AE5425"/>
    <w:rsid w:val="00AF2A59"/>
    <w:rsid w:val="00AF6AE1"/>
    <w:rsid w:val="00B006E4"/>
    <w:rsid w:val="00B026F9"/>
    <w:rsid w:val="00B0621E"/>
    <w:rsid w:val="00B1205E"/>
    <w:rsid w:val="00B12A2E"/>
    <w:rsid w:val="00B12F33"/>
    <w:rsid w:val="00B2152A"/>
    <w:rsid w:val="00B34D31"/>
    <w:rsid w:val="00B44DA9"/>
    <w:rsid w:val="00B6344A"/>
    <w:rsid w:val="00B67468"/>
    <w:rsid w:val="00B879B6"/>
    <w:rsid w:val="00B952D6"/>
    <w:rsid w:val="00B971F8"/>
    <w:rsid w:val="00B97AD8"/>
    <w:rsid w:val="00BA3AC3"/>
    <w:rsid w:val="00BB0CC3"/>
    <w:rsid w:val="00BB2F0A"/>
    <w:rsid w:val="00BB5EF3"/>
    <w:rsid w:val="00BD25E0"/>
    <w:rsid w:val="00BE56E4"/>
    <w:rsid w:val="00BF4017"/>
    <w:rsid w:val="00C126C9"/>
    <w:rsid w:val="00C17CAB"/>
    <w:rsid w:val="00C219CA"/>
    <w:rsid w:val="00C25C93"/>
    <w:rsid w:val="00C35064"/>
    <w:rsid w:val="00C37C4E"/>
    <w:rsid w:val="00C51A38"/>
    <w:rsid w:val="00C54840"/>
    <w:rsid w:val="00C553EB"/>
    <w:rsid w:val="00C604B9"/>
    <w:rsid w:val="00C651C0"/>
    <w:rsid w:val="00C70FA7"/>
    <w:rsid w:val="00C7431B"/>
    <w:rsid w:val="00C76248"/>
    <w:rsid w:val="00C775C5"/>
    <w:rsid w:val="00C819BE"/>
    <w:rsid w:val="00C87352"/>
    <w:rsid w:val="00C93206"/>
    <w:rsid w:val="00C93CD6"/>
    <w:rsid w:val="00C9683A"/>
    <w:rsid w:val="00CA55EA"/>
    <w:rsid w:val="00CA7433"/>
    <w:rsid w:val="00CB3A8D"/>
    <w:rsid w:val="00CB7670"/>
    <w:rsid w:val="00CC65C6"/>
    <w:rsid w:val="00CD18F8"/>
    <w:rsid w:val="00CD2F5B"/>
    <w:rsid w:val="00CD549B"/>
    <w:rsid w:val="00CD78B5"/>
    <w:rsid w:val="00CE02FD"/>
    <w:rsid w:val="00CE0B5B"/>
    <w:rsid w:val="00CE3D43"/>
    <w:rsid w:val="00CE45AF"/>
    <w:rsid w:val="00CE66C6"/>
    <w:rsid w:val="00CF4DA4"/>
    <w:rsid w:val="00D07B35"/>
    <w:rsid w:val="00D10D41"/>
    <w:rsid w:val="00D16830"/>
    <w:rsid w:val="00D32353"/>
    <w:rsid w:val="00D356CD"/>
    <w:rsid w:val="00D4632A"/>
    <w:rsid w:val="00D52196"/>
    <w:rsid w:val="00D57245"/>
    <w:rsid w:val="00D65DD8"/>
    <w:rsid w:val="00D6651B"/>
    <w:rsid w:val="00D71A67"/>
    <w:rsid w:val="00D74AE9"/>
    <w:rsid w:val="00D773A5"/>
    <w:rsid w:val="00D84C4C"/>
    <w:rsid w:val="00D87978"/>
    <w:rsid w:val="00DA06F7"/>
    <w:rsid w:val="00DB175A"/>
    <w:rsid w:val="00DD6797"/>
    <w:rsid w:val="00DF432A"/>
    <w:rsid w:val="00E00854"/>
    <w:rsid w:val="00E01B3C"/>
    <w:rsid w:val="00E02818"/>
    <w:rsid w:val="00E02A9F"/>
    <w:rsid w:val="00E24088"/>
    <w:rsid w:val="00E35B6D"/>
    <w:rsid w:val="00E51B1F"/>
    <w:rsid w:val="00E51BFD"/>
    <w:rsid w:val="00E54732"/>
    <w:rsid w:val="00E6092D"/>
    <w:rsid w:val="00E636E3"/>
    <w:rsid w:val="00E654A9"/>
    <w:rsid w:val="00E82BAD"/>
    <w:rsid w:val="00E9065B"/>
    <w:rsid w:val="00E91A86"/>
    <w:rsid w:val="00E9355E"/>
    <w:rsid w:val="00E94D30"/>
    <w:rsid w:val="00EA33C6"/>
    <w:rsid w:val="00EA674A"/>
    <w:rsid w:val="00EA7A20"/>
    <w:rsid w:val="00EB68AD"/>
    <w:rsid w:val="00EB6DB0"/>
    <w:rsid w:val="00EB748A"/>
    <w:rsid w:val="00ED30E6"/>
    <w:rsid w:val="00EE1C05"/>
    <w:rsid w:val="00EE2FE3"/>
    <w:rsid w:val="00EE3773"/>
    <w:rsid w:val="00EE50FA"/>
    <w:rsid w:val="00EF421E"/>
    <w:rsid w:val="00F01C15"/>
    <w:rsid w:val="00F030A9"/>
    <w:rsid w:val="00F044E9"/>
    <w:rsid w:val="00F06172"/>
    <w:rsid w:val="00F175AD"/>
    <w:rsid w:val="00F22947"/>
    <w:rsid w:val="00F238DB"/>
    <w:rsid w:val="00F255A0"/>
    <w:rsid w:val="00F27E9E"/>
    <w:rsid w:val="00F308CB"/>
    <w:rsid w:val="00F41237"/>
    <w:rsid w:val="00F42B66"/>
    <w:rsid w:val="00F437A4"/>
    <w:rsid w:val="00F44F5F"/>
    <w:rsid w:val="00F4628C"/>
    <w:rsid w:val="00F61D9F"/>
    <w:rsid w:val="00F64F23"/>
    <w:rsid w:val="00F7545E"/>
    <w:rsid w:val="00F77ADC"/>
    <w:rsid w:val="00F81DFF"/>
    <w:rsid w:val="00F874CE"/>
    <w:rsid w:val="00F947FB"/>
    <w:rsid w:val="00F9494E"/>
    <w:rsid w:val="00F979DF"/>
    <w:rsid w:val="00F97B70"/>
    <w:rsid w:val="00FA004B"/>
    <w:rsid w:val="00FB004B"/>
    <w:rsid w:val="00FB2953"/>
    <w:rsid w:val="00FB34E7"/>
    <w:rsid w:val="00FC75E4"/>
    <w:rsid w:val="00FD26BD"/>
    <w:rsid w:val="00FD2F7A"/>
    <w:rsid w:val="00FD5025"/>
    <w:rsid w:val="6A8A1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2E2372"/>
  <w15:docId w15:val="{12BD7DCB-9331-4843-ABD5-FF0CB0A51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65C6"/>
    <w:pPr>
      <w:autoSpaceDE w:val="0"/>
      <w:autoSpaceDN w:val="0"/>
      <w:spacing w:line="288" w:lineRule="auto"/>
      <w:jc w:val="both"/>
    </w:pPr>
    <w:rPr>
      <w:sz w:val="26"/>
      <w:szCs w:val="26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CC65C6"/>
    <w:pPr>
      <w:keepNext/>
      <w:spacing w:line="320" w:lineRule="exact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65C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C65C6"/>
    <w:pPr>
      <w:keepNext/>
      <w:spacing w:line="240" w:lineRule="auto"/>
      <w:jc w:val="left"/>
      <w:outlineLvl w:val="2"/>
    </w:pPr>
    <w:rPr>
      <w:rFonts w:ascii="Cambria" w:hAnsi="Cambria"/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CC65C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sid w:val="00CC65C6"/>
    <w:rPr>
      <w:color w:val="800080" w:themeColor="followedHyperlink"/>
      <w:u w:val="single"/>
    </w:rPr>
  </w:style>
  <w:style w:type="character" w:styleId="a4">
    <w:name w:val="endnote reference"/>
    <w:uiPriority w:val="99"/>
    <w:semiHidden/>
    <w:rsid w:val="00CC65C6"/>
    <w:rPr>
      <w:rFonts w:ascii="Journal" w:hAnsi="Journal" w:cs="Journal"/>
      <w:vertAlign w:val="superscript"/>
    </w:rPr>
  </w:style>
  <w:style w:type="character" w:styleId="a5">
    <w:name w:val="Emphasis"/>
    <w:uiPriority w:val="20"/>
    <w:qFormat/>
    <w:rsid w:val="00CC65C6"/>
    <w:rPr>
      <w:i/>
      <w:iCs/>
    </w:rPr>
  </w:style>
  <w:style w:type="character" w:styleId="a6">
    <w:name w:val="Hyperlink"/>
    <w:uiPriority w:val="99"/>
    <w:qFormat/>
    <w:rsid w:val="00CC65C6"/>
    <w:rPr>
      <w:rFonts w:cs="Times New Roman"/>
      <w:color w:val="0000FF"/>
      <w:u w:val="single"/>
    </w:rPr>
  </w:style>
  <w:style w:type="character" w:styleId="a7">
    <w:name w:val="page number"/>
    <w:basedOn w:val="a0"/>
    <w:qFormat/>
    <w:rsid w:val="00CC65C6"/>
  </w:style>
  <w:style w:type="character" w:styleId="a8">
    <w:name w:val="Strong"/>
    <w:uiPriority w:val="22"/>
    <w:qFormat/>
    <w:rsid w:val="00CC65C6"/>
    <w:rPr>
      <w:b/>
      <w:bCs/>
    </w:rPr>
  </w:style>
  <w:style w:type="paragraph" w:styleId="a9">
    <w:name w:val="Balloon Text"/>
    <w:basedOn w:val="a"/>
    <w:link w:val="aa"/>
    <w:uiPriority w:val="99"/>
    <w:semiHidden/>
    <w:qFormat/>
    <w:rsid w:val="00CC65C6"/>
    <w:rPr>
      <w:rFonts w:ascii="Tahoma" w:hAnsi="Tahoma"/>
      <w:sz w:val="16"/>
      <w:szCs w:val="16"/>
    </w:rPr>
  </w:style>
  <w:style w:type="paragraph" w:styleId="21">
    <w:name w:val="Body Text 2"/>
    <w:basedOn w:val="a"/>
    <w:link w:val="22"/>
    <w:uiPriority w:val="99"/>
    <w:unhideWhenUsed/>
    <w:rsid w:val="00CC65C6"/>
    <w:pPr>
      <w:spacing w:after="120" w:line="480" w:lineRule="auto"/>
    </w:pPr>
  </w:style>
  <w:style w:type="paragraph" w:styleId="ab">
    <w:name w:val="caption"/>
    <w:basedOn w:val="a"/>
    <w:next w:val="a"/>
    <w:uiPriority w:val="99"/>
    <w:qFormat/>
    <w:rsid w:val="00CC65C6"/>
    <w:pPr>
      <w:spacing w:after="120" w:line="240" w:lineRule="auto"/>
      <w:jc w:val="center"/>
    </w:pPr>
    <w:rPr>
      <w:b/>
      <w:bCs/>
      <w:caps/>
      <w:sz w:val="36"/>
      <w:szCs w:val="36"/>
    </w:rPr>
  </w:style>
  <w:style w:type="paragraph" w:styleId="ac">
    <w:name w:val="header"/>
    <w:basedOn w:val="a"/>
    <w:link w:val="ad"/>
    <w:uiPriority w:val="99"/>
    <w:rsid w:val="00CC65C6"/>
    <w:pPr>
      <w:tabs>
        <w:tab w:val="center" w:pos="4320"/>
        <w:tab w:val="right" w:pos="8640"/>
      </w:tabs>
    </w:pPr>
  </w:style>
  <w:style w:type="paragraph" w:styleId="ae">
    <w:name w:val="Body Text"/>
    <w:basedOn w:val="a"/>
    <w:link w:val="af"/>
    <w:uiPriority w:val="99"/>
    <w:unhideWhenUsed/>
    <w:rsid w:val="00CC65C6"/>
    <w:pPr>
      <w:spacing w:after="120"/>
    </w:pPr>
  </w:style>
  <w:style w:type="paragraph" w:styleId="af0">
    <w:name w:val="Body Text Indent"/>
    <w:basedOn w:val="a"/>
    <w:link w:val="af1"/>
    <w:qFormat/>
    <w:rsid w:val="00CC65C6"/>
    <w:pPr>
      <w:autoSpaceDE/>
      <w:autoSpaceDN/>
      <w:spacing w:line="240" w:lineRule="auto"/>
      <w:ind w:firstLine="851"/>
    </w:pPr>
    <w:rPr>
      <w:sz w:val="24"/>
      <w:szCs w:val="20"/>
    </w:rPr>
  </w:style>
  <w:style w:type="paragraph" w:styleId="af2">
    <w:name w:val="Title"/>
    <w:basedOn w:val="a"/>
    <w:link w:val="af3"/>
    <w:uiPriority w:val="99"/>
    <w:qFormat/>
    <w:rsid w:val="00CC65C6"/>
    <w:pPr>
      <w:spacing w:before="240" w:after="60"/>
      <w:jc w:val="center"/>
    </w:pPr>
    <w:rPr>
      <w:rFonts w:ascii="Cambria" w:hAnsi="Cambria"/>
      <w:b/>
      <w:bCs/>
      <w:kern w:val="28"/>
      <w:sz w:val="32"/>
      <w:szCs w:val="32"/>
    </w:rPr>
  </w:style>
  <w:style w:type="paragraph" w:styleId="af4">
    <w:name w:val="footer"/>
    <w:basedOn w:val="a"/>
    <w:link w:val="af5"/>
    <w:uiPriority w:val="99"/>
    <w:qFormat/>
    <w:rsid w:val="00CC65C6"/>
    <w:pPr>
      <w:tabs>
        <w:tab w:val="center" w:pos="4320"/>
        <w:tab w:val="right" w:pos="8640"/>
      </w:tabs>
    </w:pPr>
  </w:style>
  <w:style w:type="paragraph" w:styleId="af6">
    <w:name w:val="Normal (Web)"/>
    <w:basedOn w:val="a"/>
    <w:uiPriority w:val="99"/>
    <w:unhideWhenUsed/>
    <w:rsid w:val="00CC65C6"/>
    <w:pPr>
      <w:autoSpaceDE/>
      <w:autoSpaceDN/>
      <w:spacing w:before="100" w:beforeAutospacing="1" w:after="100" w:afterAutospacing="1" w:line="240" w:lineRule="auto"/>
      <w:jc w:val="left"/>
    </w:pPr>
    <w:rPr>
      <w:sz w:val="24"/>
      <w:szCs w:val="24"/>
      <w:lang w:eastAsia="uk-UA"/>
    </w:rPr>
  </w:style>
  <w:style w:type="paragraph" w:styleId="af7">
    <w:name w:val="Subtitle"/>
    <w:basedOn w:val="a"/>
    <w:link w:val="af8"/>
    <w:uiPriority w:val="11"/>
    <w:qFormat/>
    <w:rsid w:val="00CC65C6"/>
    <w:pPr>
      <w:spacing w:after="60"/>
      <w:jc w:val="center"/>
    </w:pPr>
    <w:rPr>
      <w:rFonts w:ascii="Cambria" w:hAnsi="Cambria"/>
      <w:sz w:val="24"/>
      <w:szCs w:val="24"/>
    </w:rPr>
  </w:style>
  <w:style w:type="table" w:styleId="af9">
    <w:name w:val="Table Grid"/>
    <w:basedOn w:val="a1"/>
    <w:uiPriority w:val="59"/>
    <w:qFormat/>
    <w:rsid w:val="00CC65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qFormat/>
    <w:locked/>
    <w:rsid w:val="00CC65C6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30">
    <w:name w:val="Заголовок 3 Знак"/>
    <w:link w:val="3"/>
    <w:uiPriority w:val="99"/>
    <w:locked/>
    <w:rsid w:val="00CC65C6"/>
    <w:rPr>
      <w:rFonts w:ascii="Cambria" w:eastAsia="Times New Roman" w:hAnsi="Cambria" w:cs="Times New Roman"/>
      <w:b/>
      <w:bCs/>
      <w:sz w:val="26"/>
      <w:szCs w:val="26"/>
      <w:lang w:val="uk-UA"/>
    </w:rPr>
  </w:style>
  <w:style w:type="paragraph" w:customStyle="1" w:styleId="11">
    <w:name w:val="заголовок 1"/>
    <w:basedOn w:val="a"/>
    <w:next w:val="a"/>
    <w:uiPriority w:val="99"/>
    <w:rsid w:val="00CC65C6"/>
    <w:pPr>
      <w:keepNext/>
      <w:spacing w:before="360" w:after="120"/>
      <w:ind w:left="720"/>
      <w:jc w:val="left"/>
    </w:pPr>
    <w:rPr>
      <w:rFonts w:ascii="UkrainianBaltica" w:hAnsi="UkrainianBaltica" w:cs="UkrainianBaltica"/>
      <w:b/>
      <w:bCs/>
      <w:caps/>
      <w:kern w:val="28"/>
      <w:sz w:val="36"/>
      <w:szCs w:val="36"/>
    </w:rPr>
  </w:style>
  <w:style w:type="paragraph" w:customStyle="1" w:styleId="23">
    <w:name w:val="заголовок 2"/>
    <w:basedOn w:val="a"/>
    <w:next w:val="a"/>
    <w:uiPriority w:val="99"/>
    <w:qFormat/>
    <w:rsid w:val="00CC65C6"/>
    <w:pPr>
      <w:keepNext/>
      <w:spacing w:before="240" w:after="120"/>
      <w:ind w:left="720"/>
      <w:jc w:val="left"/>
    </w:pPr>
    <w:rPr>
      <w:rFonts w:ascii="UkrainianBaltica" w:hAnsi="UkrainianBaltica" w:cs="UkrainianBaltica"/>
      <w:b/>
      <w:bCs/>
      <w:smallCaps/>
      <w:sz w:val="34"/>
      <w:szCs w:val="34"/>
    </w:rPr>
  </w:style>
  <w:style w:type="paragraph" w:customStyle="1" w:styleId="31">
    <w:name w:val="заголовок 3"/>
    <w:basedOn w:val="a"/>
    <w:next w:val="a"/>
    <w:uiPriority w:val="99"/>
    <w:rsid w:val="00CC65C6"/>
    <w:pPr>
      <w:keepNext/>
      <w:spacing w:before="240" w:after="60"/>
      <w:ind w:left="720"/>
      <w:jc w:val="left"/>
    </w:pPr>
    <w:rPr>
      <w:rFonts w:ascii="UkrainianBodoni" w:hAnsi="UkrainianBodoni" w:cs="UkrainianBodoni"/>
      <w:b/>
      <w:bCs/>
      <w:sz w:val="32"/>
      <w:szCs w:val="32"/>
    </w:rPr>
  </w:style>
  <w:style w:type="paragraph" w:customStyle="1" w:styleId="41">
    <w:name w:val="заголовок 4"/>
    <w:basedOn w:val="a"/>
    <w:next w:val="a"/>
    <w:uiPriority w:val="99"/>
    <w:qFormat/>
    <w:rsid w:val="00CC65C6"/>
    <w:pPr>
      <w:keepNext/>
      <w:spacing w:before="240" w:after="60"/>
      <w:ind w:left="720"/>
      <w:jc w:val="left"/>
    </w:pPr>
    <w:rPr>
      <w:rFonts w:ascii="UkrainianBaltica" w:hAnsi="UkrainianBaltica" w:cs="UkrainianBaltica"/>
      <w:b/>
      <w:bCs/>
      <w:i/>
      <w:iCs/>
      <w:sz w:val="28"/>
      <w:szCs w:val="28"/>
    </w:rPr>
  </w:style>
  <w:style w:type="paragraph" w:customStyle="1" w:styleId="5">
    <w:name w:val="заголовок 5"/>
    <w:basedOn w:val="a"/>
    <w:next w:val="a"/>
    <w:uiPriority w:val="99"/>
    <w:qFormat/>
    <w:rsid w:val="00CC65C6"/>
    <w:pPr>
      <w:keepNext/>
      <w:spacing w:before="240" w:after="60"/>
      <w:ind w:left="720"/>
      <w:jc w:val="left"/>
    </w:pPr>
    <w:rPr>
      <w:rFonts w:ascii="UkrainianAntique" w:hAnsi="UkrainianAntique" w:cs="UkrainianAntique"/>
      <w:b/>
      <w:bCs/>
      <w:smallCaps/>
    </w:rPr>
  </w:style>
  <w:style w:type="paragraph" w:customStyle="1" w:styleId="6">
    <w:name w:val="заголовок 6"/>
    <w:basedOn w:val="a"/>
    <w:next w:val="a"/>
    <w:uiPriority w:val="99"/>
    <w:qFormat/>
    <w:rsid w:val="00CC65C6"/>
    <w:pPr>
      <w:keepNext/>
      <w:spacing w:before="240" w:after="60"/>
      <w:ind w:left="720"/>
      <w:jc w:val="left"/>
    </w:pPr>
    <w:rPr>
      <w:rFonts w:ascii="UkrainianBaltica" w:hAnsi="UkrainianBaltica" w:cs="UkrainianBaltica"/>
      <w:b/>
      <w:bCs/>
      <w:i/>
      <w:iCs/>
    </w:rPr>
  </w:style>
  <w:style w:type="paragraph" w:customStyle="1" w:styleId="7">
    <w:name w:val="заголовок 7"/>
    <w:basedOn w:val="a"/>
    <w:next w:val="a"/>
    <w:uiPriority w:val="99"/>
    <w:rsid w:val="00CC65C6"/>
    <w:pPr>
      <w:keepNext/>
      <w:spacing w:before="120" w:after="60"/>
      <w:ind w:left="720"/>
      <w:jc w:val="left"/>
    </w:pPr>
    <w:rPr>
      <w:b/>
      <w:bCs/>
      <w:smallCaps/>
    </w:rPr>
  </w:style>
  <w:style w:type="paragraph" w:customStyle="1" w:styleId="8">
    <w:name w:val="заголовок 8"/>
    <w:basedOn w:val="a"/>
    <w:next w:val="a"/>
    <w:uiPriority w:val="99"/>
    <w:qFormat/>
    <w:rsid w:val="00CC65C6"/>
    <w:pPr>
      <w:keepNext/>
      <w:spacing w:before="120"/>
      <w:ind w:left="720"/>
      <w:jc w:val="left"/>
    </w:pPr>
    <w:rPr>
      <w:b/>
      <w:bCs/>
      <w:i/>
      <w:iCs/>
    </w:rPr>
  </w:style>
  <w:style w:type="paragraph" w:customStyle="1" w:styleId="9">
    <w:name w:val="заголовок 9"/>
    <w:basedOn w:val="a"/>
    <w:next w:val="a"/>
    <w:uiPriority w:val="99"/>
    <w:qFormat/>
    <w:rsid w:val="00CC65C6"/>
    <w:pPr>
      <w:keepNext/>
      <w:spacing w:before="60"/>
      <w:ind w:left="720"/>
      <w:jc w:val="left"/>
    </w:pPr>
    <w:rPr>
      <w:rFonts w:ascii="Pragmatica" w:hAnsi="Pragmatica" w:cs="Pragmatica"/>
      <w:sz w:val="24"/>
      <w:szCs w:val="24"/>
    </w:rPr>
  </w:style>
  <w:style w:type="character" w:customStyle="1" w:styleId="afa">
    <w:name w:val="Основной шрифт"/>
    <w:uiPriority w:val="99"/>
    <w:qFormat/>
    <w:rsid w:val="00CC65C6"/>
  </w:style>
  <w:style w:type="character" w:customStyle="1" w:styleId="ad">
    <w:name w:val="Верхній колонтитул Знак"/>
    <w:link w:val="ac"/>
    <w:uiPriority w:val="99"/>
    <w:qFormat/>
    <w:locked/>
    <w:rsid w:val="00CC65C6"/>
    <w:rPr>
      <w:rFonts w:cs="Times New Roman"/>
      <w:sz w:val="26"/>
      <w:szCs w:val="26"/>
      <w:lang w:val="uk-UA"/>
    </w:rPr>
  </w:style>
  <w:style w:type="character" w:customStyle="1" w:styleId="af5">
    <w:name w:val="Нижній колонтитул Знак"/>
    <w:link w:val="af4"/>
    <w:uiPriority w:val="99"/>
    <w:semiHidden/>
    <w:locked/>
    <w:rsid w:val="00CC65C6"/>
    <w:rPr>
      <w:rFonts w:cs="Times New Roman"/>
      <w:sz w:val="26"/>
      <w:szCs w:val="26"/>
      <w:lang w:val="uk-UA"/>
    </w:rPr>
  </w:style>
  <w:style w:type="character" w:customStyle="1" w:styleId="afb">
    <w:name w:val="номер страницы"/>
    <w:uiPriority w:val="99"/>
    <w:rsid w:val="00CC65C6"/>
    <w:rPr>
      <w:rFonts w:ascii="Times New Roman" w:hAnsi="Times New Roman" w:cs="Times New Roman"/>
    </w:rPr>
  </w:style>
  <w:style w:type="character" w:customStyle="1" w:styleId="af8">
    <w:name w:val="Підзаголовок Знак"/>
    <w:link w:val="af7"/>
    <w:uiPriority w:val="11"/>
    <w:locked/>
    <w:rsid w:val="00CC65C6"/>
    <w:rPr>
      <w:rFonts w:ascii="Cambria" w:eastAsia="Times New Roman" w:hAnsi="Cambria" w:cs="Times New Roman"/>
      <w:sz w:val="24"/>
      <w:szCs w:val="24"/>
      <w:lang w:val="uk-UA"/>
    </w:rPr>
  </w:style>
  <w:style w:type="character" w:customStyle="1" w:styleId="af3">
    <w:name w:val="Назва Знак"/>
    <w:link w:val="af2"/>
    <w:uiPriority w:val="99"/>
    <w:qFormat/>
    <w:locked/>
    <w:rsid w:val="00CC65C6"/>
    <w:rPr>
      <w:rFonts w:ascii="Cambria" w:eastAsia="Times New Roman" w:hAnsi="Cambria" w:cs="Times New Roman"/>
      <w:b/>
      <w:bCs/>
      <w:kern w:val="28"/>
      <w:sz w:val="32"/>
      <w:szCs w:val="32"/>
      <w:lang w:val="uk-UA"/>
    </w:rPr>
  </w:style>
  <w:style w:type="paragraph" w:customStyle="1" w:styleId="afc">
    <w:name w:val="заголовок ТС"/>
    <w:basedOn w:val="a"/>
    <w:next w:val="a"/>
    <w:uiPriority w:val="99"/>
    <w:qFormat/>
    <w:rsid w:val="00CC65C6"/>
    <w:pPr>
      <w:spacing w:before="120"/>
    </w:pPr>
    <w:rPr>
      <w:rFonts w:ascii="Pragmatica" w:hAnsi="Pragmatica" w:cs="Pragmatica"/>
      <w:b/>
      <w:bCs/>
      <w:sz w:val="24"/>
      <w:szCs w:val="24"/>
    </w:rPr>
  </w:style>
  <w:style w:type="paragraph" w:customStyle="1" w:styleId="wfxRecipient">
    <w:name w:val="wfxRecipient"/>
    <w:basedOn w:val="a"/>
    <w:uiPriority w:val="99"/>
    <w:qFormat/>
    <w:rsid w:val="00CC65C6"/>
  </w:style>
  <w:style w:type="character" w:customStyle="1" w:styleId="afd">
    <w:name w:val="знак примечания"/>
    <w:uiPriority w:val="99"/>
    <w:rsid w:val="00CC65C6"/>
    <w:rPr>
      <w:rFonts w:ascii="UkrainianKudriashov" w:hAnsi="UkrainianKudriashov" w:cs="UkrainianKudriashov"/>
      <w:sz w:val="16"/>
      <w:szCs w:val="16"/>
    </w:rPr>
  </w:style>
  <w:style w:type="character" w:customStyle="1" w:styleId="afe">
    <w:name w:val="знак сноски"/>
    <w:uiPriority w:val="99"/>
    <w:qFormat/>
    <w:rsid w:val="00CC65C6"/>
    <w:rPr>
      <w:rFonts w:ascii="UkrainianKudriashov" w:hAnsi="UkrainianKudriashov" w:cs="UkrainianKudriashov"/>
      <w:vertAlign w:val="superscript"/>
    </w:rPr>
  </w:style>
  <w:style w:type="paragraph" w:customStyle="1" w:styleId="12">
    <w:name w:val="Об_1_№"/>
    <w:basedOn w:val="a"/>
    <w:next w:val="a"/>
    <w:uiPriority w:val="99"/>
    <w:qFormat/>
    <w:rsid w:val="00CC65C6"/>
    <w:pPr>
      <w:ind w:firstLine="567"/>
    </w:pPr>
    <w:rPr>
      <w:lang w:val="en-US"/>
    </w:rPr>
  </w:style>
  <w:style w:type="paragraph" w:customStyle="1" w:styleId="-----">
    <w:name w:val="Об_-----"/>
    <w:basedOn w:val="a"/>
    <w:uiPriority w:val="99"/>
    <w:qFormat/>
    <w:rsid w:val="00CC65C6"/>
    <w:pPr>
      <w:ind w:firstLine="567"/>
    </w:pPr>
    <w:rPr>
      <w:lang w:val="en-US"/>
    </w:rPr>
  </w:style>
  <w:style w:type="paragraph" w:customStyle="1" w:styleId="aff">
    <w:name w:val="Об"/>
    <w:basedOn w:val="a"/>
    <w:uiPriority w:val="99"/>
    <w:qFormat/>
    <w:rsid w:val="00CC65C6"/>
    <w:pPr>
      <w:ind w:firstLine="567"/>
    </w:pPr>
    <w:rPr>
      <w:lang w:val="en-US"/>
    </w:rPr>
  </w:style>
  <w:style w:type="character" w:customStyle="1" w:styleId="aa">
    <w:name w:val="Текст у виносці Знак"/>
    <w:link w:val="a9"/>
    <w:uiPriority w:val="99"/>
    <w:semiHidden/>
    <w:qFormat/>
    <w:locked/>
    <w:rsid w:val="00CC65C6"/>
    <w:rPr>
      <w:rFonts w:ascii="Tahoma" w:hAnsi="Tahoma" w:cs="Tahoma"/>
      <w:sz w:val="16"/>
      <w:szCs w:val="16"/>
      <w:lang w:val="uk-UA"/>
    </w:rPr>
  </w:style>
  <w:style w:type="character" w:customStyle="1" w:styleId="aff0">
    <w:name w:val="Основной текст_"/>
    <w:link w:val="32"/>
    <w:qFormat/>
    <w:rsid w:val="00CC65C6"/>
    <w:rPr>
      <w:spacing w:val="3"/>
      <w:sz w:val="25"/>
      <w:szCs w:val="25"/>
      <w:shd w:val="clear" w:color="auto" w:fill="FFFFFF"/>
    </w:rPr>
  </w:style>
  <w:style w:type="paragraph" w:customStyle="1" w:styleId="32">
    <w:name w:val="Основной текст3"/>
    <w:basedOn w:val="a"/>
    <w:link w:val="aff0"/>
    <w:qFormat/>
    <w:rsid w:val="00CC65C6"/>
    <w:pPr>
      <w:widowControl w:val="0"/>
      <w:shd w:val="clear" w:color="auto" w:fill="FFFFFF"/>
      <w:autoSpaceDE/>
      <w:autoSpaceDN/>
      <w:spacing w:before="240" w:line="334" w:lineRule="exact"/>
      <w:ind w:firstLine="740"/>
    </w:pPr>
    <w:rPr>
      <w:spacing w:val="3"/>
      <w:sz w:val="25"/>
      <w:szCs w:val="25"/>
      <w:lang w:eastAsia="uk-UA"/>
    </w:rPr>
  </w:style>
  <w:style w:type="character" w:customStyle="1" w:styleId="13">
    <w:name w:val="Основной текст1"/>
    <w:qFormat/>
    <w:rsid w:val="00CC65C6"/>
    <w:rPr>
      <w:color w:val="000000"/>
      <w:spacing w:val="3"/>
      <w:w w:val="100"/>
      <w:position w:val="0"/>
      <w:sz w:val="25"/>
      <w:szCs w:val="25"/>
      <w:shd w:val="clear" w:color="auto" w:fill="FFFFFF"/>
      <w:lang w:val="uk-UA"/>
    </w:rPr>
  </w:style>
  <w:style w:type="character" w:customStyle="1" w:styleId="0pt">
    <w:name w:val="Основной текст + Полужирный;Интервал 0 pt"/>
    <w:qFormat/>
    <w:rsid w:val="00CC65C6"/>
    <w:rPr>
      <w:b/>
      <w:bCs/>
      <w:color w:val="000000"/>
      <w:spacing w:val="4"/>
      <w:w w:val="100"/>
      <w:position w:val="0"/>
      <w:sz w:val="25"/>
      <w:szCs w:val="25"/>
      <w:shd w:val="clear" w:color="auto" w:fill="FFFFFF"/>
      <w:lang w:val="uk-UA"/>
    </w:rPr>
  </w:style>
  <w:style w:type="character" w:customStyle="1" w:styleId="73pt">
    <w:name w:val="Основной текст (7) + Интервал 3 pt"/>
    <w:qFormat/>
    <w:rsid w:val="00CC65C6"/>
    <w:rPr>
      <w:rFonts w:ascii="Times New Roman" w:eastAsia="Times New Roman" w:hAnsi="Times New Roman" w:cs="Times New Roman"/>
      <w:b/>
      <w:bCs/>
      <w:color w:val="000000"/>
      <w:spacing w:val="76"/>
      <w:w w:val="100"/>
      <w:position w:val="0"/>
      <w:sz w:val="16"/>
      <w:szCs w:val="16"/>
      <w:u w:val="none"/>
      <w:lang w:val="uk-UA"/>
    </w:rPr>
  </w:style>
  <w:style w:type="character" w:customStyle="1" w:styleId="80">
    <w:name w:val="Основной текст (8)"/>
    <w:qFormat/>
    <w:rsid w:val="00CC65C6"/>
    <w:rPr>
      <w:rFonts w:ascii="Arial" w:eastAsia="Arial" w:hAnsi="Arial" w:cs="Arial"/>
      <w:b/>
      <w:bCs/>
      <w:color w:val="000000"/>
      <w:spacing w:val="3"/>
      <w:w w:val="100"/>
      <w:position w:val="0"/>
      <w:sz w:val="19"/>
      <w:szCs w:val="19"/>
      <w:u w:val="none"/>
      <w:lang w:val="uk-UA"/>
    </w:rPr>
  </w:style>
  <w:style w:type="character" w:customStyle="1" w:styleId="8pt0pt">
    <w:name w:val="Основной текст + 8 pt;Полужирный;Интервал 0 pt"/>
    <w:qFormat/>
    <w:rsid w:val="00CC65C6"/>
    <w:rPr>
      <w:rFonts w:ascii="Times New Roman" w:eastAsia="Times New Roman" w:hAnsi="Times New Roman" w:cs="Times New Roman"/>
      <w:b/>
      <w:bCs/>
      <w:color w:val="000000"/>
      <w:spacing w:val="6"/>
      <w:w w:val="100"/>
      <w:position w:val="0"/>
      <w:sz w:val="16"/>
      <w:szCs w:val="16"/>
      <w:u w:val="none"/>
      <w:shd w:val="clear" w:color="auto" w:fill="FFFFFF"/>
      <w:lang w:val="uk-UA"/>
    </w:rPr>
  </w:style>
  <w:style w:type="character" w:customStyle="1" w:styleId="8pt0pt0">
    <w:name w:val="Основной текст + 8 pt;Курсив;Интервал 0 pt"/>
    <w:qFormat/>
    <w:rsid w:val="00CC65C6"/>
    <w:rPr>
      <w:rFonts w:ascii="Times New Roman" w:eastAsia="Times New Roman" w:hAnsi="Times New Roman" w:cs="Times New Roman"/>
      <w:i/>
      <w:iCs/>
      <w:color w:val="000000"/>
      <w:spacing w:val="-5"/>
      <w:w w:val="100"/>
      <w:position w:val="0"/>
      <w:sz w:val="16"/>
      <w:szCs w:val="16"/>
      <w:u w:val="none"/>
      <w:shd w:val="clear" w:color="auto" w:fill="FFFFFF"/>
      <w:lang w:val="uk-UA"/>
    </w:rPr>
  </w:style>
  <w:style w:type="character" w:customStyle="1" w:styleId="20">
    <w:name w:val="Заголовок 2 Знак"/>
    <w:link w:val="2"/>
    <w:uiPriority w:val="9"/>
    <w:semiHidden/>
    <w:rsid w:val="00CC65C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"/>
    <w:rsid w:val="00CC65C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af">
    <w:name w:val="Основний текст Знак"/>
    <w:link w:val="ae"/>
    <w:uiPriority w:val="99"/>
    <w:rsid w:val="00CC65C6"/>
    <w:rPr>
      <w:sz w:val="26"/>
      <w:szCs w:val="26"/>
      <w:lang w:eastAsia="ru-RU"/>
    </w:rPr>
  </w:style>
  <w:style w:type="character" w:customStyle="1" w:styleId="22">
    <w:name w:val="Основний текст 2 Знак"/>
    <w:link w:val="21"/>
    <w:uiPriority w:val="99"/>
    <w:qFormat/>
    <w:rsid w:val="00CC65C6"/>
    <w:rPr>
      <w:sz w:val="26"/>
      <w:szCs w:val="26"/>
      <w:lang w:eastAsia="ru-RU"/>
    </w:rPr>
  </w:style>
  <w:style w:type="character" w:customStyle="1" w:styleId="WW8Num1z0">
    <w:name w:val="WW8Num1z0"/>
    <w:rsid w:val="00CC65C6"/>
  </w:style>
  <w:style w:type="character" w:customStyle="1" w:styleId="WW8Num5z7">
    <w:name w:val="WW8Num5z7"/>
    <w:rsid w:val="00CC65C6"/>
  </w:style>
  <w:style w:type="character" w:customStyle="1" w:styleId="ucoz-forum-post">
    <w:name w:val="ucoz-forum-post"/>
    <w:basedOn w:val="a0"/>
    <w:qFormat/>
    <w:rsid w:val="00CC65C6"/>
  </w:style>
  <w:style w:type="paragraph" w:customStyle="1" w:styleId="14">
    <w:name w:val="Заголовок1"/>
    <w:basedOn w:val="a"/>
    <w:next w:val="ae"/>
    <w:qFormat/>
    <w:rsid w:val="00CC65C6"/>
    <w:pPr>
      <w:widowControl w:val="0"/>
      <w:shd w:val="clear" w:color="auto" w:fill="FFFFFF"/>
      <w:suppressAutoHyphens/>
      <w:autoSpaceDN/>
      <w:spacing w:before="418" w:line="240" w:lineRule="auto"/>
      <w:ind w:left="94"/>
      <w:jc w:val="center"/>
    </w:pPr>
    <w:rPr>
      <w:b/>
      <w:bCs/>
      <w:color w:val="000000"/>
      <w:spacing w:val="-5"/>
      <w:sz w:val="20"/>
      <w:szCs w:val="20"/>
      <w:lang w:eastAsia="zh-CN"/>
    </w:rPr>
  </w:style>
  <w:style w:type="paragraph" w:customStyle="1" w:styleId="210">
    <w:name w:val="Основной текст 21"/>
    <w:basedOn w:val="a"/>
    <w:qFormat/>
    <w:rsid w:val="00CC65C6"/>
    <w:pPr>
      <w:suppressAutoHyphens/>
      <w:autoSpaceDN/>
      <w:spacing w:after="120" w:line="480" w:lineRule="auto"/>
      <w:jc w:val="left"/>
    </w:pPr>
    <w:rPr>
      <w:sz w:val="24"/>
      <w:szCs w:val="24"/>
      <w:lang w:eastAsia="zh-CN"/>
    </w:rPr>
  </w:style>
  <w:style w:type="paragraph" w:customStyle="1" w:styleId="aff1">
    <w:name w:val="Назва документа"/>
    <w:basedOn w:val="a"/>
    <w:next w:val="a"/>
    <w:uiPriority w:val="99"/>
    <w:rsid w:val="00CC65C6"/>
    <w:pPr>
      <w:keepNext/>
      <w:keepLines/>
      <w:suppressAutoHyphens/>
      <w:autoSpaceDE/>
      <w:autoSpaceDN/>
      <w:spacing w:before="240" w:after="240" w:line="240" w:lineRule="auto"/>
      <w:jc w:val="center"/>
    </w:pPr>
    <w:rPr>
      <w:rFonts w:ascii="Antiqua" w:hAnsi="Antiqua" w:cs="Antiqua"/>
      <w:b/>
      <w:szCs w:val="20"/>
      <w:lang w:eastAsia="zh-CN"/>
    </w:rPr>
  </w:style>
  <w:style w:type="paragraph" w:customStyle="1" w:styleId="aff2">
    <w:name w:val="Нормальний текст"/>
    <w:basedOn w:val="a"/>
    <w:uiPriority w:val="99"/>
    <w:qFormat/>
    <w:rsid w:val="00CC65C6"/>
    <w:pPr>
      <w:suppressAutoHyphens/>
      <w:autoSpaceDE/>
      <w:autoSpaceDN/>
      <w:spacing w:before="120" w:line="240" w:lineRule="auto"/>
      <w:ind w:firstLine="567"/>
      <w:jc w:val="left"/>
    </w:pPr>
    <w:rPr>
      <w:rFonts w:ascii="Antiqua" w:hAnsi="Antiqua" w:cs="Antiqua"/>
      <w:szCs w:val="20"/>
      <w:lang w:eastAsia="zh-CN"/>
    </w:rPr>
  </w:style>
  <w:style w:type="character" w:customStyle="1" w:styleId="apple-converted-space">
    <w:name w:val="apple-converted-space"/>
    <w:basedOn w:val="a0"/>
    <w:rsid w:val="00CC65C6"/>
  </w:style>
  <w:style w:type="character" w:customStyle="1" w:styleId="af1">
    <w:name w:val="Основний текст з відступом Знак"/>
    <w:basedOn w:val="a0"/>
    <w:link w:val="af0"/>
    <w:qFormat/>
    <w:rsid w:val="00CC65C6"/>
    <w:rPr>
      <w:sz w:val="24"/>
      <w:lang w:eastAsia="ru-RU"/>
    </w:rPr>
  </w:style>
  <w:style w:type="character" w:customStyle="1" w:styleId="spelle">
    <w:name w:val="spelle"/>
    <w:qFormat/>
    <w:rsid w:val="00CC65C6"/>
  </w:style>
  <w:style w:type="character" w:customStyle="1" w:styleId="2Exact">
    <w:name w:val="Подпись к таблице (2) Exact"/>
    <w:rsid w:val="00CC65C6"/>
    <w:rPr>
      <w:rFonts w:ascii="Times New Roman" w:eastAsia="Times New Roman" w:hAnsi="Times New Roman" w:cs="Times New Roman"/>
      <w:color w:val="000000"/>
      <w:spacing w:val="6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12pt">
    <w:name w:val="Основной текст (2) + 12 pt"/>
    <w:basedOn w:val="a0"/>
    <w:qFormat/>
    <w:rsid w:val="00CC65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4">
    <w:name w:val="Основной текст (2)_"/>
    <w:basedOn w:val="a0"/>
    <w:link w:val="25"/>
    <w:rsid w:val="00CC65C6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CC65C6"/>
    <w:pPr>
      <w:widowControl w:val="0"/>
      <w:shd w:val="clear" w:color="auto" w:fill="FFFFFF"/>
      <w:autoSpaceDE/>
      <w:autoSpaceDN/>
      <w:spacing w:after="240" w:line="485" w:lineRule="exact"/>
      <w:jc w:val="left"/>
    </w:pPr>
    <w:rPr>
      <w:sz w:val="28"/>
      <w:szCs w:val="28"/>
      <w:lang w:eastAsia="uk-UA"/>
    </w:rPr>
  </w:style>
  <w:style w:type="paragraph" w:styleId="aff3">
    <w:name w:val="No Spacing"/>
    <w:uiPriority w:val="1"/>
    <w:qFormat/>
    <w:rsid w:val="00CC65C6"/>
    <w:pPr>
      <w:autoSpaceDE w:val="0"/>
      <w:autoSpaceDN w:val="0"/>
      <w:jc w:val="both"/>
    </w:pPr>
    <w:rPr>
      <w:sz w:val="26"/>
      <w:szCs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da.gov.ua/upravlinnya-kapitalnoho-budivnytstva" TargetMode="External"/><Relationship Id="rId13" Type="http://schemas.openxmlformats.org/officeDocument/2006/relationships/hyperlink" Target="http://loda.gov.ua/departament-ohorony-zdorovy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oda.gov.ua/upravlinnya-kapitalnoho-budivnytstva" TargetMode="External"/><Relationship Id="rId12" Type="http://schemas.openxmlformats.org/officeDocument/2006/relationships/hyperlink" Target="http://loda.gov.ua/departament-ohorony-zdorovya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loda.gov.ua/departament-ekonomichnoho-rozvytku-torhivli-ta-promyslovosti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loda.gov.ua/departament-ekonomichnoho-rozvytku-torhivli-ta-promyslovost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lviv.davr.gov.ua/?__cft__%5b0%5d=AZWwoBIsyn4vDAzyteUzdoPSs5Mxt-JP9oGTD_7G9M8EmYbnlyWbv6IWfOFtRViQ9C9ziAJp6TX_HWG7UnRHQmwDDbF272X71Ro7uCjcjI3OL61scaw7kUXXjU1D2sLHRv8N7wRajnK6yOj4Vt4K0bBJ&amp;__tn__=%2Cd-UC%2CP-R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073;&#1083;&#1072;&#1085;&#1082;&#1080;%20&#1043;&#1059;%20&#1053;&#1057;\&#1053;%20&#1072;%20&#1082;%20&#1072;%20&#107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8538C-1082-411C-9F1B-47EB949B2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 а к а з</Template>
  <TotalTime>117</TotalTime>
  <Pages>5</Pages>
  <Words>673</Words>
  <Characters>6738</Characters>
  <Application>Microsoft Office Word</Application>
  <DocSecurity>0</DocSecurity>
  <Lines>56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Elcom Ltd</Company>
  <LinksUpToDate>false</LinksUpToDate>
  <CharactersWithSpaces>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kushchdcz@gmail.com</cp:lastModifiedBy>
  <cp:revision>23</cp:revision>
  <cp:lastPrinted>2025-05-16T13:29:00Z</cp:lastPrinted>
  <dcterms:created xsi:type="dcterms:W3CDTF">2025-03-24T11:56:00Z</dcterms:created>
  <dcterms:modified xsi:type="dcterms:W3CDTF">2025-09-15T13:15:00Z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DAC71ABE3826457B9A10BB117D0D80F6_12</vt:lpwstr>
  </property>
</Properties>
</file>